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A848BE">
        <w:rPr>
          <w:rFonts w:ascii="Arial Narrow" w:hAnsi="Arial Narrow"/>
          <w:sz w:val="18"/>
          <w:lang w:val="de-DE"/>
        </w:rPr>
        <w:fldChar w:fldCharType="begin"/>
      </w:r>
      <w:r w:rsidRPr="00A848BE">
        <w:rPr>
          <w:rFonts w:ascii="Arial Narrow" w:hAnsi="Arial Narrow"/>
          <w:sz w:val="18"/>
          <w:lang w:val="de-DE"/>
        </w:rPr>
        <w:instrText>ADVANCE \Y 77.95</w:instrText>
      </w:r>
      <w:r w:rsidRPr="00A848BE">
        <w:rPr>
          <w:rFonts w:ascii="Arial Narrow" w:hAnsi="Arial Narrow"/>
          <w:sz w:val="18"/>
          <w:lang w:val="de-DE"/>
        </w:rPr>
        <w:fldChar w:fldCharType="end"/>
      </w:r>
      <w:r w:rsidR="006204D1" w:rsidRPr="00A848BE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Arial Narrow" w:hAnsi="Arial Narrow"/>
          <w:b/>
          <w:sz w:val="22"/>
          <w:lang w:val="it-IT"/>
        </w:rPr>
      </w:pPr>
      <w:proofErr w:type="spellStart"/>
      <w:r w:rsidRPr="00A848BE">
        <w:rPr>
          <w:rFonts w:ascii="Arial Narrow" w:hAnsi="Arial Narrow"/>
          <w:b/>
          <w:sz w:val="45"/>
          <w:lang w:val="it-IT"/>
        </w:rPr>
        <w:t>Protokoll</w:t>
      </w:r>
      <w:proofErr w:type="spellEnd"/>
    </w:p>
    <w:p w:rsidR="000C1EB8" w:rsidRPr="00A848BE" w:rsidRDefault="0026750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08341D">
        <w:rPr>
          <w:rFonts w:ascii="Arial Narrow" w:hAnsi="Arial Narrow"/>
          <w:sz w:val="22"/>
          <w:lang w:val="de-DE"/>
        </w:rPr>
        <w:t>1</w:t>
      </w:r>
      <w:r w:rsidR="006204D1" w:rsidRPr="00A848BE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A94EB0" w:rsidRPr="00A848BE">
        <w:rPr>
          <w:rFonts w:ascii="Arial Narrow" w:hAnsi="Arial Narrow"/>
          <w:sz w:val="22"/>
          <w:lang w:val="de-DE"/>
        </w:rPr>
        <w:t>So</w:t>
      </w:r>
      <w:r w:rsidR="00531E9F" w:rsidRPr="00A848BE">
        <w:rPr>
          <w:rFonts w:ascii="Arial Narrow" w:hAnsi="Arial Narrow"/>
          <w:sz w:val="22"/>
          <w:lang w:val="de-DE"/>
        </w:rPr>
        <w:t>Se</w:t>
      </w:r>
      <w:proofErr w:type="spellEnd"/>
      <w:r w:rsidR="00531E9F" w:rsidRPr="00A848BE">
        <w:rPr>
          <w:rFonts w:ascii="Arial Narrow" w:hAnsi="Arial Narrow"/>
          <w:sz w:val="22"/>
          <w:lang w:val="de-DE"/>
        </w:rPr>
        <w:t xml:space="preserve"> </w:t>
      </w:r>
      <w:r w:rsidR="00E14709" w:rsidRPr="00A848BE">
        <w:rPr>
          <w:rFonts w:ascii="Arial Narrow" w:hAnsi="Arial Narrow"/>
          <w:sz w:val="22"/>
          <w:lang w:val="de-DE"/>
        </w:rPr>
        <w:t>17</w:t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Gremium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</w:t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Termin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A94EB0" w:rsidRPr="00A848BE">
        <w:rPr>
          <w:rFonts w:ascii="Arial Narrow" w:hAnsi="Arial Narrow"/>
          <w:sz w:val="22"/>
          <w:lang w:val="de-DE"/>
        </w:rPr>
        <w:t>Mittwoch</w:t>
      </w:r>
      <w:r w:rsidRPr="00A848BE">
        <w:rPr>
          <w:rFonts w:ascii="Arial Narrow" w:hAnsi="Arial Narrow"/>
          <w:sz w:val="22"/>
          <w:lang w:val="de-DE"/>
        </w:rPr>
        <w:t xml:space="preserve">, </w:t>
      </w:r>
      <w:r w:rsidR="008D2BDB" w:rsidRPr="00A848BE">
        <w:rPr>
          <w:rFonts w:ascii="Arial Narrow" w:hAnsi="Arial Narrow"/>
          <w:sz w:val="22"/>
          <w:lang w:val="de-DE"/>
        </w:rPr>
        <w:fldChar w:fldCharType="begin"/>
      </w:r>
      <w:r w:rsidR="008D2BDB" w:rsidRPr="00A848BE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 w:rsidRPr="00A848BE">
        <w:rPr>
          <w:rFonts w:ascii="Arial Narrow" w:hAnsi="Arial Narrow"/>
          <w:sz w:val="22"/>
          <w:lang w:val="de-DE"/>
        </w:rPr>
        <w:fldChar w:fldCharType="separate"/>
      </w:r>
      <w:r w:rsidR="001B1C24">
        <w:rPr>
          <w:rFonts w:ascii="Arial Narrow" w:hAnsi="Arial Narrow"/>
          <w:noProof/>
          <w:sz w:val="22"/>
          <w:lang w:val="de-DE"/>
        </w:rPr>
        <w:t>24.05.2017</w:t>
      </w:r>
      <w:r w:rsidR="008D2BDB" w:rsidRPr="00A848BE">
        <w:rPr>
          <w:rFonts w:ascii="Arial Narrow" w:hAnsi="Arial Narrow"/>
          <w:sz w:val="22"/>
          <w:lang w:val="de-DE"/>
        </w:rPr>
        <w:fldChar w:fldCharType="end"/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Zeit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380CCC" w:rsidRPr="00A848BE">
        <w:rPr>
          <w:rFonts w:ascii="Arial Narrow" w:hAnsi="Arial Narrow"/>
          <w:sz w:val="22"/>
          <w:lang w:val="de-DE"/>
        </w:rPr>
        <w:t>13:00 Uhr</w:t>
      </w:r>
    </w:p>
    <w:p w:rsidR="000C1EB8" w:rsidRPr="00A848B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Ort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 Büro</w:t>
      </w:r>
    </w:p>
    <w:p w:rsidR="00622B3E" w:rsidRPr="00A848B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gewählt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Pr="00A848BE">
        <w:rPr>
          <w:rFonts w:ascii="Arial Narrow" w:hAnsi="Arial Narrow"/>
          <w:sz w:val="22"/>
          <w:lang w:val="de-DE"/>
        </w:rPr>
        <w:t>Lukas Scheuerle, Matthias Müller</w:t>
      </w:r>
    </w:p>
    <w:p w:rsidR="00945F7B" w:rsidRPr="00A848BE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Referenten</w:t>
      </w:r>
      <w:r w:rsidR="00945F7B" w:rsidRPr="00A848BE">
        <w:rPr>
          <w:rFonts w:ascii="Arial Narrow" w:hAnsi="Arial Narrow"/>
          <w:b/>
          <w:sz w:val="22"/>
          <w:lang w:val="de-DE"/>
        </w:rPr>
        <w:tab/>
        <w:t>:</w:t>
      </w:r>
      <w:r w:rsidR="00945F7B" w:rsidRPr="00A848BE">
        <w:rPr>
          <w:rFonts w:ascii="Arial Narrow" w:hAnsi="Arial Narrow"/>
          <w:sz w:val="22"/>
          <w:lang w:val="de-DE"/>
        </w:rPr>
        <w:tab/>
      </w:r>
      <w:r w:rsidR="00104947" w:rsidRPr="00A848BE">
        <w:rPr>
          <w:rFonts w:ascii="Arial Narrow" w:hAnsi="Arial Narrow"/>
          <w:sz w:val="22"/>
          <w:lang w:val="de-DE"/>
        </w:rPr>
        <w:t>Lukas Scheuerle, Matthias Müller</w:t>
      </w:r>
      <w:r w:rsidR="00B711F4">
        <w:rPr>
          <w:rFonts w:ascii="Arial Narrow" w:hAnsi="Arial Narrow"/>
          <w:sz w:val="22"/>
          <w:lang w:val="de-DE"/>
        </w:rPr>
        <w:t xml:space="preserve">, Philipp </w:t>
      </w:r>
      <w:proofErr w:type="spellStart"/>
      <w:r w:rsidR="00B711F4">
        <w:rPr>
          <w:rFonts w:ascii="Arial Narrow" w:hAnsi="Arial Narrow"/>
          <w:sz w:val="22"/>
          <w:lang w:val="de-DE"/>
        </w:rPr>
        <w:t>Fleig</w:t>
      </w:r>
      <w:proofErr w:type="spellEnd"/>
      <w:r w:rsidR="00305825" w:rsidRPr="00A848BE">
        <w:rPr>
          <w:rFonts w:ascii="Arial Narrow" w:hAnsi="Arial Narrow"/>
          <w:sz w:val="22"/>
          <w:lang w:val="de-DE"/>
        </w:rPr>
        <w:t xml:space="preserve">, </w:t>
      </w:r>
      <w:r w:rsidR="00E30A37" w:rsidRPr="00A848BE">
        <w:rPr>
          <w:rFonts w:ascii="Arial Narrow" w:hAnsi="Arial Narrow"/>
          <w:sz w:val="22"/>
          <w:lang w:val="de-DE"/>
        </w:rPr>
        <w:t>Daniel Sommer</w:t>
      </w:r>
      <w:r w:rsidR="00B711F4">
        <w:rPr>
          <w:rFonts w:ascii="Arial Narrow" w:hAnsi="Arial Narrow"/>
          <w:sz w:val="22"/>
          <w:lang w:val="de-DE"/>
        </w:rPr>
        <w:t>, Vincent Wetzel, Felix Zeller</w:t>
      </w:r>
      <w:r w:rsidR="009B4459">
        <w:rPr>
          <w:rFonts w:ascii="Arial Narrow" w:hAnsi="Arial Narrow"/>
          <w:sz w:val="22"/>
          <w:lang w:val="de-DE"/>
        </w:rPr>
        <w:t>, Denis Müller</w:t>
      </w:r>
      <w:r w:rsidR="00241EC8">
        <w:rPr>
          <w:rFonts w:ascii="Arial Narrow" w:hAnsi="Arial Narrow"/>
          <w:sz w:val="22"/>
          <w:lang w:val="de-DE"/>
        </w:rPr>
        <w:t>, Luisa Geiger</w:t>
      </w:r>
      <w:r w:rsidR="00056A7F">
        <w:rPr>
          <w:rFonts w:ascii="Arial Narrow" w:hAnsi="Arial Narrow"/>
          <w:sz w:val="22"/>
          <w:lang w:val="de-DE"/>
        </w:rPr>
        <w:t>, Lukas Hahn</w:t>
      </w:r>
      <w:r w:rsidR="0082559A">
        <w:rPr>
          <w:rFonts w:ascii="Arial Narrow" w:hAnsi="Arial Narrow"/>
          <w:sz w:val="22"/>
          <w:lang w:val="de-DE"/>
        </w:rPr>
        <w:t xml:space="preserve">, Fabian </w:t>
      </w:r>
      <w:proofErr w:type="spellStart"/>
      <w:r w:rsidR="0082559A">
        <w:rPr>
          <w:rFonts w:ascii="Arial Narrow" w:hAnsi="Arial Narrow"/>
          <w:sz w:val="22"/>
          <w:lang w:val="de-DE"/>
        </w:rPr>
        <w:t>Suske</w:t>
      </w:r>
      <w:proofErr w:type="spellEnd"/>
      <w:r w:rsidR="00AF4BCE">
        <w:rPr>
          <w:rFonts w:ascii="Arial Narrow" w:hAnsi="Arial Narrow"/>
          <w:sz w:val="22"/>
          <w:lang w:val="de-DE"/>
        </w:rPr>
        <w:t xml:space="preserve">, Tim </w:t>
      </w:r>
      <w:proofErr w:type="spellStart"/>
      <w:r w:rsidR="00AF4BCE">
        <w:rPr>
          <w:rFonts w:ascii="Arial Narrow" w:hAnsi="Arial Narrow"/>
          <w:sz w:val="22"/>
          <w:lang w:val="de-DE"/>
        </w:rPr>
        <w:t>Sasdrich</w:t>
      </w:r>
      <w:proofErr w:type="spellEnd"/>
      <w:r w:rsidR="008472F5">
        <w:rPr>
          <w:rFonts w:ascii="Arial Narrow" w:hAnsi="Arial Narrow"/>
          <w:sz w:val="22"/>
          <w:lang w:val="de-DE"/>
        </w:rPr>
        <w:t xml:space="preserve">, Helena </w:t>
      </w:r>
      <w:proofErr w:type="spellStart"/>
      <w:r w:rsidR="008472F5">
        <w:rPr>
          <w:rFonts w:ascii="Arial Narrow" w:hAnsi="Arial Narrow"/>
          <w:sz w:val="22"/>
          <w:lang w:val="de-DE"/>
        </w:rPr>
        <w:t>Hep</w:t>
      </w:r>
      <w:r w:rsidR="001B1C24">
        <w:rPr>
          <w:rFonts w:ascii="Arial Narrow" w:hAnsi="Arial Narrow"/>
          <w:sz w:val="22"/>
          <w:lang w:val="de-DE"/>
        </w:rPr>
        <w:t>pe</w:t>
      </w:r>
      <w:bookmarkStart w:id="0" w:name="_GoBack"/>
      <w:bookmarkEnd w:id="0"/>
      <w:r w:rsidR="008472F5">
        <w:rPr>
          <w:rFonts w:ascii="Arial Narrow" w:hAnsi="Arial Narrow"/>
          <w:sz w:val="22"/>
          <w:lang w:val="de-DE"/>
        </w:rPr>
        <w:t>ler</w:t>
      </w:r>
      <w:proofErr w:type="spellEnd"/>
    </w:p>
    <w:p w:rsidR="007D4030" w:rsidRPr="00A848BE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Sonstige Anwesende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1142BA">
        <w:rPr>
          <w:rFonts w:ascii="Arial Narrow" w:hAnsi="Arial Narrow"/>
          <w:sz w:val="22"/>
          <w:lang w:val="de-DE"/>
        </w:rPr>
        <w:t xml:space="preserve">Bianca </w:t>
      </w:r>
      <w:proofErr w:type="spellStart"/>
      <w:r w:rsidR="001142BA">
        <w:rPr>
          <w:rFonts w:ascii="Arial Narrow" w:hAnsi="Arial Narrow"/>
          <w:sz w:val="22"/>
          <w:lang w:val="de-DE"/>
        </w:rPr>
        <w:t>Flister</w:t>
      </w:r>
      <w:proofErr w:type="spellEnd"/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 w:rsidRPr="00A848BE">
        <w:rPr>
          <w:rFonts w:ascii="Arial Narrow" w:hAnsi="Arial Narrow"/>
          <w:b/>
          <w:sz w:val="22"/>
          <w:lang w:val="de-DE"/>
        </w:rPr>
        <w:t>AnwärterInnen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2B67B3" w:rsidRPr="00A848BE">
        <w:rPr>
          <w:rFonts w:ascii="Arial Narrow" w:hAnsi="Arial Narrow"/>
          <w:sz w:val="22"/>
          <w:lang w:val="de-DE"/>
        </w:rPr>
        <w:t xml:space="preserve">Armin Saur, </w:t>
      </w:r>
      <w:proofErr w:type="spellStart"/>
      <w:r w:rsidR="00D27BD7" w:rsidRPr="00A848BE">
        <w:rPr>
          <w:rFonts w:ascii="Arial Narrow" w:hAnsi="Arial Narrow"/>
          <w:sz w:val="22"/>
          <w:lang w:val="de-DE"/>
        </w:rPr>
        <w:t>Viet</w:t>
      </w:r>
      <w:proofErr w:type="spellEnd"/>
      <w:r w:rsidR="00D27BD7" w:rsidRPr="00A848BE">
        <w:rPr>
          <w:rFonts w:ascii="Arial Narrow" w:hAnsi="Arial Narrow"/>
          <w:sz w:val="22"/>
          <w:lang w:val="de-DE"/>
        </w:rPr>
        <w:t xml:space="preserve"> Nguyen</w:t>
      </w:r>
      <w:r w:rsidR="003B1CF8">
        <w:rPr>
          <w:rFonts w:ascii="Arial Narrow" w:hAnsi="Arial Narrow"/>
          <w:sz w:val="22"/>
          <w:lang w:val="de-DE"/>
        </w:rPr>
        <w:t>, Stefan Lederer</w:t>
      </w:r>
      <w:r w:rsidR="0086760B">
        <w:rPr>
          <w:rFonts w:ascii="Arial Narrow" w:hAnsi="Arial Narrow"/>
          <w:sz w:val="22"/>
          <w:lang w:val="de-DE"/>
        </w:rPr>
        <w:t xml:space="preserve">, </w:t>
      </w:r>
      <w:r w:rsidR="000379CE">
        <w:rPr>
          <w:rFonts w:ascii="Arial Narrow" w:hAnsi="Arial Narrow"/>
          <w:sz w:val="22"/>
          <w:lang w:val="de-DE"/>
        </w:rPr>
        <w:t>Lara Backofen</w:t>
      </w:r>
      <w:r w:rsidR="0082328B">
        <w:rPr>
          <w:rFonts w:ascii="Arial Narrow" w:hAnsi="Arial Narrow"/>
          <w:sz w:val="22"/>
          <w:lang w:val="de-DE"/>
        </w:rPr>
        <w:t>, Melisa Yalcin</w:t>
      </w:r>
      <w:r w:rsidR="00EB2EF7">
        <w:rPr>
          <w:rFonts w:ascii="Arial Narrow" w:hAnsi="Arial Narrow"/>
          <w:sz w:val="22"/>
          <w:lang w:val="de-DE"/>
        </w:rPr>
        <w:t xml:space="preserve">, Denise </w:t>
      </w:r>
      <w:proofErr w:type="spellStart"/>
      <w:r w:rsidR="00EB2EF7">
        <w:rPr>
          <w:rFonts w:ascii="Arial Narrow" w:hAnsi="Arial Narrow"/>
          <w:sz w:val="22"/>
          <w:lang w:val="de-DE"/>
        </w:rPr>
        <w:t>Alka</w:t>
      </w:r>
      <w:proofErr w:type="spellEnd"/>
      <w:r w:rsidR="00704960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704960">
        <w:rPr>
          <w:rFonts w:ascii="Arial Narrow" w:hAnsi="Arial Narrow"/>
          <w:sz w:val="22"/>
          <w:lang w:val="de-DE"/>
        </w:rPr>
        <w:t>Bilel</w:t>
      </w:r>
      <w:proofErr w:type="spellEnd"/>
      <w:r w:rsidR="00704960">
        <w:rPr>
          <w:rFonts w:ascii="Arial Narrow" w:hAnsi="Arial Narrow"/>
          <w:sz w:val="22"/>
          <w:lang w:val="de-DE"/>
        </w:rPr>
        <w:t xml:space="preserve"> Spannnagel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Schriftführer/in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E237E7" w:rsidRPr="00A848BE">
        <w:rPr>
          <w:rFonts w:ascii="Arial Narrow" w:hAnsi="Arial Narrow"/>
          <w:sz w:val="22"/>
          <w:lang w:val="de-DE"/>
        </w:rPr>
        <w:t>Matthias Müller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Vorsitz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531E9F" w:rsidRPr="00A848BE">
        <w:rPr>
          <w:rFonts w:ascii="Arial Narrow" w:hAnsi="Arial Narrow"/>
          <w:sz w:val="22"/>
          <w:lang w:val="de-DE"/>
        </w:rPr>
        <w:t xml:space="preserve">Lukas </w:t>
      </w:r>
      <w:r w:rsidR="00622B3E" w:rsidRPr="00A848BE">
        <w:rPr>
          <w:rFonts w:ascii="Arial Narrow" w:hAnsi="Arial Narrow"/>
          <w:sz w:val="22"/>
          <w:lang w:val="de-DE"/>
        </w:rPr>
        <w:t>Scheuerle</w:t>
      </w:r>
    </w:p>
    <w:p w:rsidR="00945F7B" w:rsidRPr="00A848BE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A848B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>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8472F5">
        <w:rPr>
          <w:rFonts w:ascii="Arial Narrow" w:hAnsi="Arial Narrow"/>
          <w:sz w:val="22"/>
          <w:lang w:val="de-DE"/>
        </w:rPr>
        <w:t>12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Sachverständige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9C2A1A" w:rsidRPr="00A848BE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9C2A1A" w:rsidRPr="00A848BE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A848B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Abw.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4C7C84" w:rsidRPr="00A848B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A848BE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A848BE">
        <w:rPr>
          <w:rFonts w:ascii="Arial Narrow" w:hAnsi="Arial Narrow"/>
          <w:b/>
          <w:sz w:val="26"/>
          <w:lang w:val="de-DE"/>
        </w:rPr>
        <w:t>Tagesordnung:</w:t>
      </w:r>
    </w:p>
    <w:p w:rsidR="00547FD9" w:rsidRPr="00A848BE" w:rsidRDefault="00547FD9" w:rsidP="001F2A4B">
      <w:pPr>
        <w:ind w:left="720"/>
        <w:textAlignment w:val="auto"/>
        <w:rPr>
          <w:rFonts w:ascii="Arial Narrow" w:hAnsi="Arial Narrow"/>
        </w:rPr>
      </w:pPr>
    </w:p>
    <w:p w:rsidR="00705CE3" w:rsidRPr="00A848BE" w:rsidRDefault="00063A41" w:rsidP="00C25983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 w:rsidRPr="00A848BE">
        <w:rPr>
          <w:rFonts w:ascii="Arial Narrow" w:hAnsi="Arial Narrow"/>
        </w:rPr>
        <w:t>Check Protokoll:</w:t>
      </w:r>
    </w:p>
    <w:p w:rsidR="00791A5D" w:rsidRDefault="009A5847" w:rsidP="0086213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Creative Cloud, vertagt</w:t>
      </w:r>
    </w:p>
    <w:p w:rsidR="009A5847" w:rsidRDefault="009A5847" w:rsidP="0086213D">
      <w:pPr>
        <w:pStyle w:val="Listenabsatz"/>
        <w:rPr>
          <w:rFonts w:ascii="Arial Narrow" w:hAnsi="Arial Narrow"/>
        </w:rPr>
      </w:pPr>
    </w:p>
    <w:p w:rsidR="002E1C9F" w:rsidRDefault="004A27DE" w:rsidP="002E1C9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Stand auf der HKB lief gut</w:t>
      </w:r>
      <w:r w:rsidR="001D4779">
        <w:rPr>
          <w:rFonts w:ascii="Arial Narrow" w:hAnsi="Arial Narrow"/>
        </w:rPr>
        <w:t>, mehrere Interessierte</w:t>
      </w:r>
    </w:p>
    <w:p w:rsidR="00916F35" w:rsidRDefault="00916F35" w:rsidP="002E1C9F">
      <w:pPr>
        <w:pStyle w:val="Listenabsatz"/>
        <w:rPr>
          <w:rFonts w:ascii="Arial Narrow" w:hAnsi="Arial Narrow"/>
        </w:rPr>
      </w:pPr>
    </w:p>
    <w:p w:rsidR="00441003" w:rsidRPr="002E1C9F" w:rsidRDefault="00013DCD" w:rsidP="002E1C9F">
      <w:pPr>
        <w:pStyle w:val="Listenabsatz"/>
        <w:rPr>
          <w:rFonts w:ascii="Arial Narrow" w:hAnsi="Arial Narrow"/>
        </w:rPr>
      </w:pPr>
      <w:r w:rsidRPr="002E1C9F">
        <w:rPr>
          <w:rFonts w:ascii="Arial Narrow" w:hAnsi="Arial Narrow"/>
        </w:rPr>
        <w:t>Neue Kopfhörer, Alter hatte Wack</w:t>
      </w:r>
      <w:r w:rsidR="008F6D39">
        <w:rPr>
          <w:rFonts w:ascii="Arial Narrow" w:hAnsi="Arial Narrow"/>
        </w:rPr>
        <w:t>e</w:t>
      </w:r>
      <w:r w:rsidRPr="002E1C9F">
        <w:rPr>
          <w:rFonts w:ascii="Arial Narrow" w:hAnsi="Arial Narrow"/>
        </w:rPr>
        <w:t>l</w:t>
      </w:r>
      <w:r w:rsidR="008F6D39">
        <w:rPr>
          <w:rFonts w:ascii="Arial Narrow" w:hAnsi="Arial Narrow"/>
        </w:rPr>
        <w:t>kontakt</w:t>
      </w:r>
      <w:r w:rsidR="00164DE0">
        <w:rPr>
          <w:rFonts w:ascii="Arial Narrow" w:hAnsi="Arial Narrow"/>
        </w:rPr>
        <w:t xml:space="preserve">, wurde eingeschickt und </w:t>
      </w:r>
      <w:r w:rsidRPr="002E1C9F">
        <w:rPr>
          <w:rFonts w:ascii="Arial Narrow" w:hAnsi="Arial Narrow"/>
        </w:rPr>
        <w:t>gute Kopfhörer bestellt</w:t>
      </w:r>
    </w:p>
    <w:p w:rsidR="00441003" w:rsidRDefault="00441003" w:rsidP="0086213D">
      <w:pPr>
        <w:pStyle w:val="Listenabsatz"/>
        <w:rPr>
          <w:rFonts w:ascii="Arial Narrow" w:hAnsi="Arial Narrow"/>
        </w:rPr>
      </w:pPr>
    </w:p>
    <w:p w:rsidR="00153D92" w:rsidRDefault="00153D92" w:rsidP="00153D92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Getränkeverkauf Chor</w:t>
      </w:r>
    </w:p>
    <w:p w:rsidR="00153D92" w:rsidRDefault="004D4658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Helfer für Getränkeverkauf beim Abschlusskonzert</w:t>
      </w:r>
    </w:p>
    <w:p w:rsidR="00C237B0" w:rsidRDefault="00C237B0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Es werden ca. 5 Leute benötigt</w:t>
      </w:r>
      <w:r w:rsidR="009D3F4F">
        <w:rPr>
          <w:rFonts w:ascii="Arial Narrow" w:hAnsi="Arial Narrow"/>
        </w:rPr>
        <w:t>, ca. von 18-21 Uhr</w:t>
      </w:r>
    </w:p>
    <w:p w:rsidR="00556A8A" w:rsidRDefault="00556A8A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während dem Verkauf nur zwei Leute notwendig</w:t>
      </w:r>
    </w:p>
    <w:p w:rsidR="00556A8A" w:rsidRDefault="006054C9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Leichte</w:t>
      </w:r>
      <w:r w:rsidR="00556A8A">
        <w:rPr>
          <w:rFonts w:ascii="Arial Narrow" w:hAnsi="Arial Narrow"/>
        </w:rPr>
        <w:t xml:space="preserve"> Überschneidung mit </w:t>
      </w:r>
      <w:proofErr w:type="spellStart"/>
      <w:r w:rsidR="00556A8A">
        <w:rPr>
          <w:rFonts w:ascii="Arial Narrow" w:hAnsi="Arial Narrow"/>
        </w:rPr>
        <w:t>StudierBar</w:t>
      </w:r>
      <w:proofErr w:type="spellEnd"/>
    </w:p>
    <w:p w:rsidR="00EF6C7E" w:rsidRDefault="00EF6C7E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Bei Bianca melden</w:t>
      </w:r>
    </w:p>
    <w:p w:rsidR="00266570" w:rsidRPr="00153D92" w:rsidRDefault="00266570" w:rsidP="00153D92">
      <w:pPr>
        <w:pStyle w:val="Listenabsatz"/>
        <w:rPr>
          <w:rFonts w:ascii="Arial Narrow" w:hAnsi="Arial Narrow"/>
        </w:rPr>
      </w:pPr>
    </w:p>
    <w:p w:rsidR="00153D92" w:rsidRDefault="00153D92" w:rsidP="00153D92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Sonnenschirm</w:t>
      </w:r>
    </w:p>
    <w:p w:rsidR="00153D92" w:rsidRDefault="00E46A1A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Anschaffen für Verleih etc.</w:t>
      </w:r>
    </w:p>
    <w:p w:rsidR="00EF10DF" w:rsidRDefault="00EF10DF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Ü</w:t>
      </w:r>
      <w:r w:rsidR="008A2A74">
        <w:rPr>
          <w:rFonts w:ascii="Arial Narrow" w:hAnsi="Arial Narrow"/>
        </w:rPr>
        <w:t xml:space="preserve">ber </w:t>
      </w:r>
      <w:proofErr w:type="spellStart"/>
      <w:r w:rsidR="008A2A74">
        <w:rPr>
          <w:rFonts w:ascii="Arial Narrow" w:hAnsi="Arial Narrow"/>
        </w:rPr>
        <w:t>Zirlewagen</w:t>
      </w:r>
      <w:proofErr w:type="spellEnd"/>
      <w:r w:rsidR="008A2A74">
        <w:rPr>
          <w:rFonts w:ascii="Arial Narrow" w:hAnsi="Arial Narrow"/>
        </w:rPr>
        <w:t xml:space="preserve"> </w:t>
      </w:r>
      <w:proofErr w:type="spellStart"/>
      <w:r w:rsidR="008A2A74">
        <w:rPr>
          <w:rFonts w:ascii="Arial Narrow" w:hAnsi="Arial Narrow"/>
        </w:rPr>
        <w:t>evtl</w:t>
      </w:r>
      <w:proofErr w:type="spellEnd"/>
      <w:r w:rsidR="008A2A74">
        <w:rPr>
          <w:rFonts w:ascii="Arial Narrow" w:hAnsi="Arial Narrow"/>
        </w:rPr>
        <w:t xml:space="preserve"> günstig zu erhalten?</w:t>
      </w:r>
    </w:p>
    <w:p w:rsidR="00C03A03" w:rsidRDefault="00F27F9F" w:rsidP="00153D92">
      <w:pPr>
        <w:pStyle w:val="Listenabsatz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Fleig</w:t>
      </w:r>
      <w:proofErr w:type="spellEnd"/>
      <w:r>
        <w:rPr>
          <w:rFonts w:ascii="Arial Narrow" w:hAnsi="Arial Narrow"/>
        </w:rPr>
        <w:t xml:space="preserve"> fragt an</w:t>
      </w:r>
    </w:p>
    <w:p w:rsidR="000A7673" w:rsidRPr="00153D92" w:rsidRDefault="000A7673" w:rsidP="00153D92">
      <w:pPr>
        <w:pStyle w:val="Listenabsatz"/>
        <w:rPr>
          <w:rFonts w:ascii="Arial Narrow" w:hAnsi="Arial Narrow"/>
        </w:rPr>
      </w:pPr>
    </w:p>
    <w:p w:rsidR="009800F4" w:rsidRPr="009800F4" w:rsidRDefault="009800F4" w:rsidP="009800F4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Grill Tuttlingen</w:t>
      </w:r>
    </w:p>
    <w:p w:rsidR="00153D92" w:rsidRDefault="007F54E8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Tuttlingen hat keinen Platz für den Grill, wollen wir den abnehmen?</w:t>
      </w:r>
    </w:p>
    <w:p w:rsidR="00747F43" w:rsidRDefault="00C2657E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Tausch mit 5.</w:t>
      </w:r>
      <w:r w:rsidR="005F4FF3">
        <w:rPr>
          <w:rFonts w:ascii="Arial Narrow" w:hAnsi="Arial Narrow"/>
        </w:rPr>
        <w:t>?</w:t>
      </w:r>
    </w:p>
    <w:p w:rsidR="00C2657E" w:rsidRDefault="00D840CA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Sofern Platz vorhanden gern</w:t>
      </w:r>
      <w:r w:rsidR="00A01AAF">
        <w:rPr>
          <w:rFonts w:ascii="Arial Narrow" w:hAnsi="Arial Narrow"/>
        </w:rPr>
        <w:t>e</w:t>
      </w:r>
      <w:r w:rsidR="00E25B36">
        <w:rPr>
          <w:rFonts w:ascii="Arial Narrow" w:hAnsi="Arial Narrow"/>
        </w:rPr>
        <w:t xml:space="preserve">, </w:t>
      </w:r>
      <w:proofErr w:type="spellStart"/>
      <w:r w:rsidR="00E25B36">
        <w:rPr>
          <w:rFonts w:ascii="Arial Narrow" w:hAnsi="Arial Narrow"/>
        </w:rPr>
        <w:t>evtl</w:t>
      </w:r>
      <w:proofErr w:type="spellEnd"/>
      <w:r w:rsidR="00E25B36">
        <w:rPr>
          <w:rFonts w:ascii="Arial Narrow" w:hAnsi="Arial Narrow"/>
        </w:rPr>
        <w:t xml:space="preserve"> au</w:t>
      </w:r>
      <w:r w:rsidR="00F30C8A">
        <w:rPr>
          <w:rFonts w:ascii="Arial Narrow" w:hAnsi="Arial Narrow"/>
        </w:rPr>
        <w:t>ch</w:t>
      </w:r>
      <w:r w:rsidR="00E25B36">
        <w:rPr>
          <w:rFonts w:ascii="Arial Narrow" w:hAnsi="Arial Narrow"/>
        </w:rPr>
        <w:t xml:space="preserve"> im Tausch gegen den kleinen Grill von uns?</w:t>
      </w:r>
    </w:p>
    <w:p w:rsidR="00D840CA" w:rsidRPr="00153D92" w:rsidRDefault="00D840CA" w:rsidP="00153D92">
      <w:pPr>
        <w:pStyle w:val="Listenabsatz"/>
        <w:rPr>
          <w:rFonts w:ascii="Arial Narrow" w:hAnsi="Arial Narrow"/>
        </w:rPr>
      </w:pPr>
    </w:p>
    <w:p w:rsidR="00153D92" w:rsidRDefault="00153D92" w:rsidP="00153D92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Tischtennisplatte</w:t>
      </w:r>
    </w:p>
    <w:p w:rsidR="00153D92" w:rsidRDefault="00D00A00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Tuttlingen hätte gerne eine Tischtennisplatte</w:t>
      </w:r>
      <w:r w:rsidR="00937E1E">
        <w:rPr>
          <w:rFonts w:ascii="Arial Narrow" w:hAnsi="Arial Narrow"/>
        </w:rPr>
        <w:t>, wir haben drei und könnten</w:t>
      </w:r>
      <w:r w:rsidR="00B85745">
        <w:rPr>
          <w:rFonts w:ascii="Arial Narrow" w:hAnsi="Arial Narrow"/>
        </w:rPr>
        <w:t xml:space="preserve"> eine abgeben</w:t>
      </w:r>
    </w:p>
    <w:p w:rsidR="006C63CB" w:rsidRDefault="005F4FF3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Tausch mit 4.?</w:t>
      </w:r>
    </w:p>
    <w:p w:rsidR="005F4FF3" w:rsidRDefault="00FD41AD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Tim schaut nach, was an der defekten Platte defekt ist</w:t>
      </w:r>
    </w:p>
    <w:p w:rsidR="003448AB" w:rsidRDefault="003448AB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Wenn wir drei funktionierende haben, geben wir eine ab</w:t>
      </w:r>
    </w:p>
    <w:p w:rsidR="00FD41AD" w:rsidRPr="00153D92" w:rsidRDefault="00FD41AD" w:rsidP="00153D92">
      <w:pPr>
        <w:pStyle w:val="Listenabsatz"/>
        <w:rPr>
          <w:rFonts w:ascii="Arial Narrow" w:hAnsi="Arial Narrow"/>
        </w:rPr>
      </w:pPr>
    </w:p>
    <w:p w:rsidR="00153D92" w:rsidRDefault="00153D92" w:rsidP="00153D92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Demo</w:t>
      </w:r>
    </w:p>
    <w:p w:rsidR="00153D92" w:rsidRDefault="00834C12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Beginn um 16:30</w:t>
      </w:r>
    </w:p>
    <w:p w:rsidR="00834C12" w:rsidRDefault="00834C12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Lukas eröffnet, dann verschiedene Redebeiträge</w:t>
      </w:r>
    </w:p>
    <w:p w:rsidR="00030519" w:rsidRDefault="00030519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Abwechslung durch Chor und Solokünstler</w:t>
      </w:r>
    </w:p>
    <w:p w:rsidR="00BB4FFA" w:rsidRDefault="006B433A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Nächsten Mittwoch Infostand in Mensa</w:t>
      </w:r>
      <w:r w:rsidR="00362F06">
        <w:rPr>
          <w:rFonts w:ascii="Arial Narrow" w:hAnsi="Arial Narrow"/>
        </w:rPr>
        <w:t>, ab 12:30</w:t>
      </w:r>
    </w:p>
    <w:p w:rsidR="00030519" w:rsidRDefault="009563E6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ein bis zwei Leute gesucht</w:t>
      </w:r>
      <w:r w:rsidR="00DB06A6">
        <w:rPr>
          <w:rFonts w:ascii="Arial Narrow" w:hAnsi="Arial Narrow"/>
        </w:rPr>
        <w:t xml:space="preserve">, Bianca </w:t>
      </w:r>
      <w:r w:rsidR="001072F1">
        <w:rPr>
          <w:rFonts w:ascii="Arial Narrow" w:hAnsi="Arial Narrow"/>
        </w:rPr>
        <w:t>&amp; Denis melden</w:t>
      </w:r>
      <w:r w:rsidR="00DB06A6">
        <w:rPr>
          <w:rFonts w:ascii="Arial Narrow" w:hAnsi="Arial Narrow"/>
        </w:rPr>
        <w:t xml:space="preserve"> sich</w:t>
      </w:r>
    </w:p>
    <w:p w:rsidR="00D840CA" w:rsidRPr="001F593F" w:rsidRDefault="00430E4C" w:rsidP="001F593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Ordner für die Demo</w:t>
      </w:r>
      <w:r w:rsidR="00A3032A">
        <w:rPr>
          <w:rFonts w:ascii="Arial Narrow" w:hAnsi="Arial Narrow"/>
        </w:rPr>
        <w:t xml:space="preserve">, </w:t>
      </w:r>
      <w:r w:rsidR="00AA20B7">
        <w:rPr>
          <w:rFonts w:ascii="Arial Narrow" w:hAnsi="Arial Narrow"/>
        </w:rPr>
        <w:t>Aktuell brauchen wir mindestens 6 Ordner, mehr wäre besser</w:t>
      </w:r>
      <w:r w:rsidR="008E0C80">
        <w:rPr>
          <w:rFonts w:ascii="Arial Narrow" w:hAnsi="Arial Narrow"/>
        </w:rPr>
        <w:t>, ab 16:00 bis 17:40</w:t>
      </w:r>
      <w:r w:rsidR="00505218">
        <w:rPr>
          <w:rFonts w:ascii="Arial Narrow" w:hAnsi="Arial Narrow"/>
        </w:rPr>
        <w:t>, bei Lukas melden</w:t>
      </w:r>
    </w:p>
    <w:p w:rsidR="00AA20B7" w:rsidRPr="00153D92" w:rsidRDefault="00AA20B7" w:rsidP="00153D92">
      <w:pPr>
        <w:pStyle w:val="Listenabsatz"/>
        <w:rPr>
          <w:rFonts w:ascii="Arial Narrow" w:hAnsi="Arial Narrow"/>
        </w:rPr>
      </w:pPr>
    </w:p>
    <w:p w:rsidR="00153D92" w:rsidRDefault="00153D92" w:rsidP="00153D92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Sonstiges</w:t>
      </w:r>
    </w:p>
    <w:p w:rsidR="00153D92" w:rsidRDefault="00153D92" w:rsidP="00153D92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StudierBar</w:t>
      </w:r>
      <w:proofErr w:type="spellEnd"/>
    </w:p>
    <w:p w:rsidR="008D5E51" w:rsidRDefault="00C872DD" w:rsidP="008D5E51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Helfer gesucht, bitte eintragen!</w:t>
      </w:r>
    </w:p>
    <w:p w:rsidR="00B779C9" w:rsidRDefault="00B779C9" w:rsidP="008D5E51">
      <w:pPr>
        <w:pStyle w:val="Listenabsatz"/>
        <w:rPr>
          <w:rFonts w:ascii="Arial Narrow" w:hAnsi="Arial Narrow"/>
        </w:rPr>
      </w:pPr>
    </w:p>
    <w:p w:rsidR="00B779C9" w:rsidRDefault="00B779C9" w:rsidP="00B779C9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Eckregal</w:t>
      </w:r>
      <w:proofErr w:type="spellEnd"/>
      <w:r w:rsidR="001C6780">
        <w:rPr>
          <w:rFonts w:ascii="Arial Narrow" w:hAnsi="Arial Narrow"/>
        </w:rPr>
        <w:t xml:space="preserve"> neben Küchenzeile</w:t>
      </w:r>
    </w:p>
    <w:p w:rsidR="00B779C9" w:rsidRDefault="00B779C9" w:rsidP="00B779C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Tim und Philipp haben Material</w:t>
      </w:r>
      <w:r w:rsidR="001A11D8">
        <w:rPr>
          <w:rFonts w:ascii="Arial Narrow" w:hAnsi="Arial Narrow"/>
        </w:rPr>
        <w:t xml:space="preserve"> besorgt</w:t>
      </w:r>
      <w:r w:rsidR="00DA4D14">
        <w:rPr>
          <w:rFonts w:ascii="Arial Narrow" w:hAnsi="Arial Narrow"/>
        </w:rPr>
        <w:t>, bauen demnächst auf</w:t>
      </w:r>
    </w:p>
    <w:p w:rsidR="00971319" w:rsidRDefault="00971319" w:rsidP="00B779C9">
      <w:pPr>
        <w:pStyle w:val="Listenabsatz"/>
        <w:rPr>
          <w:rFonts w:ascii="Arial Narrow" w:hAnsi="Arial Narrow"/>
        </w:rPr>
      </w:pPr>
    </w:p>
    <w:p w:rsidR="00971319" w:rsidRDefault="00971319" w:rsidP="00971319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Spind / Regal</w:t>
      </w:r>
    </w:p>
    <w:p w:rsidR="00971319" w:rsidRDefault="00971319" w:rsidP="0097131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Spinde? </w:t>
      </w:r>
      <w:proofErr w:type="spellStart"/>
      <w:r>
        <w:rPr>
          <w:rFonts w:ascii="Arial Narrow" w:hAnsi="Arial Narrow"/>
        </w:rPr>
        <w:t>Kallax</w:t>
      </w:r>
      <w:proofErr w:type="spellEnd"/>
      <w:r>
        <w:rPr>
          <w:rFonts w:ascii="Arial Narrow" w:hAnsi="Arial Narrow"/>
        </w:rPr>
        <w:t>-Regal?</w:t>
      </w:r>
      <w:r w:rsidR="00CC45E4">
        <w:rPr>
          <w:rFonts w:ascii="Arial Narrow" w:hAnsi="Arial Narrow"/>
        </w:rPr>
        <w:t xml:space="preserve"> Eher nicht, zu wenig Platz</w:t>
      </w:r>
    </w:p>
    <w:p w:rsidR="00BF12C2" w:rsidRDefault="00CE713A" w:rsidP="0097131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Erneuter Apell, Fächer aufgeräumt zu halten</w:t>
      </w:r>
    </w:p>
    <w:p w:rsidR="00754410" w:rsidRDefault="00DA622C" w:rsidP="0097131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Mehr Zwischenfächer in den offenen Technikschrank</w:t>
      </w:r>
      <w:r w:rsidR="006E3A5A">
        <w:rPr>
          <w:rFonts w:ascii="Arial Narrow" w:hAnsi="Arial Narrow"/>
        </w:rPr>
        <w:t>, besser organisieren, insbesondere Kabel</w:t>
      </w:r>
    </w:p>
    <w:p w:rsidR="00DA622C" w:rsidRDefault="00DA622C" w:rsidP="00971319">
      <w:pPr>
        <w:pStyle w:val="Listenabsatz"/>
        <w:rPr>
          <w:rFonts w:ascii="Arial Narrow" w:hAnsi="Arial Narrow"/>
        </w:rPr>
      </w:pPr>
    </w:p>
    <w:p w:rsidR="00754410" w:rsidRDefault="00963F89" w:rsidP="00754410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Starkstrom-Schuko-Adapter</w:t>
      </w:r>
    </w:p>
    <w:p w:rsidR="00963F89" w:rsidRDefault="00C1375C" w:rsidP="00963F8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Zweiter Adapter, da auch in Alter </w:t>
      </w:r>
      <w:proofErr w:type="spellStart"/>
      <w:r>
        <w:rPr>
          <w:rFonts w:ascii="Arial Narrow" w:hAnsi="Arial Narrow"/>
        </w:rPr>
        <w:t>Cafete</w:t>
      </w:r>
      <w:proofErr w:type="spellEnd"/>
      <w:r>
        <w:rPr>
          <w:rFonts w:ascii="Arial Narrow" w:hAnsi="Arial Narrow"/>
        </w:rPr>
        <w:t xml:space="preserve"> benötigt, </w:t>
      </w:r>
      <w:proofErr w:type="spellStart"/>
      <w:r>
        <w:rPr>
          <w:rFonts w:ascii="Arial Narrow" w:hAnsi="Arial Narrow"/>
        </w:rPr>
        <w:t>evtl</w:t>
      </w:r>
      <w:proofErr w:type="spellEnd"/>
      <w:r>
        <w:rPr>
          <w:rFonts w:ascii="Arial Narrow" w:hAnsi="Arial Narrow"/>
        </w:rPr>
        <w:t xml:space="preserve"> auch mit Kabel</w:t>
      </w:r>
    </w:p>
    <w:p w:rsidR="00534DED" w:rsidRDefault="00534DED" w:rsidP="00963F89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Daniel bestellt einen</w:t>
      </w:r>
    </w:p>
    <w:p w:rsidR="008B5B03" w:rsidRDefault="008B5B03" w:rsidP="00963F89">
      <w:pPr>
        <w:pStyle w:val="Listenabsatz"/>
        <w:rPr>
          <w:rFonts w:ascii="Arial Narrow" w:hAnsi="Arial Narrow"/>
        </w:rPr>
      </w:pPr>
    </w:p>
    <w:p w:rsidR="008B5B03" w:rsidRDefault="008B5B03" w:rsidP="008B5B03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W-</w:t>
      </w:r>
      <w:proofErr w:type="spellStart"/>
      <w:r>
        <w:rPr>
          <w:rFonts w:ascii="Arial Narrow" w:hAnsi="Arial Narrow"/>
        </w:rPr>
        <w:t>Lan</w:t>
      </w:r>
      <w:proofErr w:type="spellEnd"/>
      <w:r>
        <w:rPr>
          <w:rFonts w:ascii="Arial Narrow" w:hAnsi="Arial Narrow"/>
        </w:rPr>
        <w:t xml:space="preserve"> in der alten </w:t>
      </w:r>
      <w:proofErr w:type="spellStart"/>
      <w:r>
        <w:rPr>
          <w:rFonts w:ascii="Arial Narrow" w:hAnsi="Arial Narrow"/>
        </w:rPr>
        <w:t>Cafete</w:t>
      </w:r>
      <w:proofErr w:type="spellEnd"/>
    </w:p>
    <w:p w:rsidR="008B5B03" w:rsidRDefault="00D229FE" w:rsidP="008B5B03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Daniel redet mit Rechenzentrum</w:t>
      </w:r>
    </w:p>
    <w:p w:rsidR="00050E66" w:rsidRDefault="00050E66" w:rsidP="008B5B03">
      <w:pPr>
        <w:pStyle w:val="Listenabsatz"/>
        <w:rPr>
          <w:rFonts w:ascii="Arial Narrow" w:hAnsi="Arial Narrow"/>
        </w:rPr>
      </w:pPr>
    </w:p>
    <w:p w:rsidR="00050E66" w:rsidRDefault="00050E66" w:rsidP="00050E66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Verleihordner</w:t>
      </w:r>
    </w:p>
    <w:p w:rsidR="00050E66" w:rsidRDefault="00050E66" w:rsidP="00050E66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Wer Zeug</w:t>
      </w:r>
      <w:r w:rsidR="005221AE">
        <w:rPr>
          <w:rFonts w:ascii="Arial Narrow" w:hAnsi="Arial Narrow"/>
        </w:rPr>
        <w:t xml:space="preserve"> zurücknimmt, </w:t>
      </w:r>
      <w:r w:rsidR="00F61486">
        <w:rPr>
          <w:rFonts w:ascii="Arial Narrow" w:hAnsi="Arial Narrow"/>
        </w:rPr>
        <w:t xml:space="preserve">sollte das auch </w:t>
      </w:r>
      <w:proofErr w:type="spellStart"/>
      <w:r w:rsidR="00F61486">
        <w:rPr>
          <w:rFonts w:ascii="Arial Narrow" w:hAnsi="Arial Narrow"/>
        </w:rPr>
        <w:t>verräumen</w:t>
      </w:r>
      <w:proofErr w:type="spellEnd"/>
      <w:r w:rsidR="005221AE">
        <w:rPr>
          <w:rFonts w:ascii="Arial Narrow" w:hAnsi="Arial Narrow"/>
        </w:rPr>
        <w:t>, egal ob Deko, Technik oder Spiele!</w:t>
      </w:r>
    </w:p>
    <w:p w:rsidR="00136C15" w:rsidRDefault="00136C15" w:rsidP="00050E66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Wer nicht weiß, wo etwas hinkommt, soll bitte nachfragen!</w:t>
      </w:r>
    </w:p>
    <w:p w:rsidR="00130570" w:rsidRDefault="0071213D" w:rsidP="00227A9D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Kaution nur zurückgeben, </w:t>
      </w:r>
      <w:r w:rsidR="009331D4">
        <w:rPr>
          <w:rFonts w:ascii="Arial Narrow" w:hAnsi="Arial Narrow"/>
        </w:rPr>
        <w:t>wenn alles in Ordnung ist!</w:t>
      </w:r>
    </w:p>
    <w:p w:rsidR="00C15178" w:rsidRDefault="00C15178" w:rsidP="00227A9D">
      <w:pPr>
        <w:pStyle w:val="Listenabsatz"/>
        <w:rPr>
          <w:rFonts w:ascii="Arial Narrow" w:hAnsi="Arial Narrow"/>
        </w:rPr>
      </w:pPr>
    </w:p>
    <w:p w:rsidR="00C15178" w:rsidRDefault="00C15178" w:rsidP="00C15178">
      <w:pPr>
        <w:pStyle w:val="Listenabsatz"/>
        <w:numPr>
          <w:ilvl w:val="0"/>
          <w:numId w:val="17"/>
        </w:numPr>
        <w:rPr>
          <w:rFonts w:ascii="Arial Narrow" w:hAnsi="Arial Narrow"/>
        </w:rPr>
      </w:pPr>
      <w:r>
        <w:rPr>
          <w:rFonts w:ascii="Arial Narrow" w:hAnsi="Arial Narrow"/>
        </w:rPr>
        <w:t>Tische</w:t>
      </w:r>
    </w:p>
    <w:p w:rsidR="00C15178" w:rsidRPr="00227A9D" w:rsidRDefault="00C15178" w:rsidP="00C15178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Beim Verlassen</w:t>
      </w:r>
      <w:r w:rsidR="00CB2D3E">
        <w:rPr>
          <w:rFonts w:ascii="Arial Narrow" w:hAnsi="Arial Narrow"/>
        </w:rPr>
        <w:t xml:space="preserve"> des Büros sauber halten, </w:t>
      </w:r>
      <w:proofErr w:type="spellStart"/>
      <w:r w:rsidR="00CB2D3E">
        <w:rPr>
          <w:rFonts w:ascii="Arial Narrow" w:hAnsi="Arial Narrow"/>
        </w:rPr>
        <w:t>evtl</w:t>
      </w:r>
      <w:proofErr w:type="spellEnd"/>
      <w:r w:rsidR="00CB2D3E">
        <w:rPr>
          <w:rFonts w:ascii="Arial Narrow" w:hAnsi="Arial Narrow"/>
        </w:rPr>
        <w:t xml:space="preserve"> kurz </w:t>
      </w:r>
      <w:proofErr w:type="spellStart"/>
      <w:r w:rsidR="00CB2D3E">
        <w:rPr>
          <w:rFonts w:ascii="Arial Narrow" w:hAnsi="Arial Narrow"/>
        </w:rPr>
        <w:t>drüberwischen</w:t>
      </w:r>
      <w:proofErr w:type="spellEnd"/>
      <w:r w:rsidR="00CB2D3E">
        <w:rPr>
          <w:rFonts w:ascii="Arial Narrow" w:hAnsi="Arial Narrow"/>
        </w:rPr>
        <w:t>!</w:t>
      </w:r>
    </w:p>
    <w:sectPr w:rsidR="00C15178" w:rsidRPr="00227A9D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3DA" w:rsidRDefault="00C653DA">
      <w:pPr>
        <w:spacing w:line="20" w:lineRule="exact"/>
      </w:pPr>
    </w:p>
  </w:endnote>
  <w:endnote w:type="continuationSeparator" w:id="0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653DA" w:rsidRDefault="00C65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1B1C2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0FB"/>
    <w:multiLevelType w:val="hybridMultilevel"/>
    <w:tmpl w:val="4E5451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6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16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1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D68"/>
    <w:rsid w:val="00010829"/>
    <w:rsid w:val="0001275C"/>
    <w:rsid w:val="00012C14"/>
    <w:rsid w:val="00013DCD"/>
    <w:rsid w:val="00016510"/>
    <w:rsid w:val="00021392"/>
    <w:rsid w:val="00023AFA"/>
    <w:rsid w:val="000243CF"/>
    <w:rsid w:val="0002578B"/>
    <w:rsid w:val="0002600F"/>
    <w:rsid w:val="000274E5"/>
    <w:rsid w:val="00030519"/>
    <w:rsid w:val="0003734E"/>
    <w:rsid w:val="000379CE"/>
    <w:rsid w:val="000419C8"/>
    <w:rsid w:val="00042739"/>
    <w:rsid w:val="000459F9"/>
    <w:rsid w:val="00050E66"/>
    <w:rsid w:val="0005138F"/>
    <w:rsid w:val="00052A2E"/>
    <w:rsid w:val="00053B7C"/>
    <w:rsid w:val="00054F00"/>
    <w:rsid w:val="00055C2E"/>
    <w:rsid w:val="00056A7F"/>
    <w:rsid w:val="0005766C"/>
    <w:rsid w:val="00063A41"/>
    <w:rsid w:val="00063E3E"/>
    <w:rsid w:val="00065D04"/>
    <w:rsid w:val="00073A54"/>
    <w:rsid w:val="000755CE"/>
    <w:rsid w:val="000767C3"/>
    <w:rsid w:val="00077C01"/>
    <w:rsid w:val="0008341D"/>
    <w:rsid w:val="00083BFE"/>
    <w:rsid w:val="000841A4"/>
    <w:rsid w:val="00090291"/>
    <w:rsid w:val="000906BD"/>
    <w:rsid w:val="00092561"/>
    <w:rsid w:val="00093DA2"/>
    <w:rsid w:val="00093E25"/>
    <w:rsid w:val="00094624"/>
    <w:rsid w:val="000973A0"/>
    <w:rsid w:val="00097D04"/>
    <w:rsid w:val="000A1B21"/>
    <w:rsid w:val="000A4FD2"/>
    <w:rsid w:val="000A5275"/>
    <w:rsid w:val="000A68F9"/>
    <w:rsid w:val="000A6A56"/>
    <w:rsid w:val="000A7673"/>
    <w:rsid w:val="000B0353"/>
    <w:rsid w:val="000B2BA1"/>
    <w:rsid w:val="000B2E2D"/>
    <w:rsid w:val="000C04C8"/>
    <w:rsid w:val="000C19DE"/>
    <w:rsid w:val="000C1EB8"/>
    <w:rsid w:val="000C2A6E"/>
    <w:rsid w:val="000C476B"/>
    <w:rsid w:val="000C510B"/>
    <w:rsid w:val="000C5E91"/>
    <w:rsid w:val="000D0653"/>
    <w:rsid w:val="000D1A98"/>
    <w:rsid w:val="000D1B06"/>
    <w:rsid w:val="000D5ED7"/>
    <w:rsid w:val="000D74D9"/>
    <w:rsid w:val="000E2BDB"/>
    <w:rsid w:val="000E3661"/>
    <w:rsid w:val="000E54AF"/>
    <w:rsid w:val="000F084D"/>
    <w:rsid w:val="000F13A9"/>
    <w:rsid w:val="000F17DB"/>
    <w:rsid w:val="00100139"/>
    <w:rsid w:val="00103636"/>
    <w:rsid w:val="00103721"/>
    <w:rsid w:val="00104835"/>
    <w:rsid w:val="00104947"/>
    <w:rsid w:val="001061BC"/>
    <w:rsid w:val="001072F1"/>
    <w:rsid w:val="0011358E"/>
    <w:rsid w:val="001142BA"/>
    <w:rsid w:val="0011510E"/>
    <w:rsid w:val="0011608E"/>
    <w:rsid w:val="00122C6C"/>
    <w:rsid w:val="001269B9"/>
    <w:rsid w:val="00130570"/>
    <w:rsid w:val="0013087C"/>
    <w:rsid w:val="0013603A"/>
    <w:rsid w:val="001364FA"/>
    <w:rsid w:val="00136C15"/>
    <w:rsid w:val="00137DA2"/>
    <w:rsid w:val="00142214"/>
    <w:rsid w:val="0014473D"/>
    <w:rsid w:val="00144E86"/>
    <w:rsid w:val="00145644"/>
    <w:rsid w:val="0014683D"/>
    <w:rsid w:val="00152424"/>
    <w:rsid w:val="00153D92"/>
    <w:rsid w:val="00161ED4"/>
    <w:rsid w:val="00164DE0"/>
    <w:rsid w:val="00165E6A"/>
    <w:rsid w:val="00173A72"/>
    <w:rsid w:val="00173EE8"/>
    <w:rsid w:val="00175030"/>
    <w:rsid w:val="00177E18"/>
    <w:rsid w:val="00177FB3"/>
    <w:rsid w:val="00177FB5"/>
    <w:rsid w:val="001818D3"/>
    <w:rsid w:val="001845E4"/>
    <w:rsid w:val="00184971"/>
    <w:rsid w:val="00190ED1"/>
    <w:rsid w:val="00192E7B"/>
    <w:rsid w:val="001973C6"/>
    <w:rsid w:val="001A11D8"/>
    <w:rsid w:val="001A34A4"/>
    <w:rsid w:val="001A7A0D"/>
    <w:rsid w:val="001B0592"/>
    <w:rsid w:val="001B06AC"/>
    <w:rsid w:val="001B1C24"/>
    <w:rsid w:val="001C2EEF"/>
    <w:rsid w:val="001C330D"/>
    <w:rsid w:val="001C3537"/>
    <w:rsid w:val="001C45DF"/>
    <w:rsid w:val="001C598F"/>
    <w:rsid w:val="001C669D"/>
    <w:rsid w:val="001C6780"/>
    <w:rsid w:val="001C75B0"/>
    <w:rsid w:val="001C7E80"/>
    <w:rsid w:val="001D3317"/>
    <w:rsid w:val="001D4779"/>
    <w:rsid w:val="001D47FD"/>
    <w:rsid w:val="001E38E2"/>
    <w:rsid w:val="001E4141"/>
    <w:rsid w:val="001E4355"/>
    <w:rsid w:val="001E6421"/>
    <w:rsid w:val="001F29FE"/>
    <w:rsid w:val="001F2A4B"/>
    <w:rsid w:val="001F593F"/>
    <w:rsid w:val="001F5D4C"/>
    <w:rsid w:val="001F6079"/>
    <w:rsid w:val="00201EC9"/>
    <w:rsid w:val="00203683"/>
    <w:rsid w:val="00211E26"/>
    <w:rsid w:val="00216BDD"/>
    <w:rsid w:val="00221BB9"/>
    <w:rsid w:val="00221C47"/>
    <w:rsid w:val="00222C69"/>
    <w:rsid w:val="00227A85"/>
    <w:rsid w:val="00227A9D"/>
    <w:rsid w:val="002334D4"/>
    <w:rsid w:val="0023459D"/>
    <w:rsid w:val="002370BB"/>
    <w:rsid w:val="00237124"/>
    <w:rsid w:val="002405E2"/>
    <w:rsid w:val="00241EC8"/>
    <w:rsid w:val="00245E5D"/>
    <w:rsid w:val="00251787"/>
    <w:rsid w:val="00255976"/>
    <w:rsid w:val="0026454D"/>
    <w:rsid w:val="00264A2F"/>
    <w:rsid w:val="00266570"/>
    <w:rsid w:val="00267501"/>
    <w:rsid w:val="00270808"/>
    <w:rsid w:val="002732E0"/>
    <w:rsid w:val="00273332"/>
    <w:rsid w:val="00274830"/>
    <w:rsid w:val="00274D92"/>
    <w:rsid w:val="00280F70"/>
    <w:rsid w:val="00282C21"/>
    <w:rsid w:val="00283492"/>
    <w:rsid w:val="002851DB"/>
    <w:rsid w:val="00285860"/>
    <w:rsid w:val="002858C4"/>
    <w:rsid w:val="00290204"/>
    <w:rsid w:val="00290D56"/>
    <w:rsid w:val="002A0AEF"/>
    <w:rsid w:val="002A108C"/>
    <w:rsid w:val="002A158B"/>
    <w:rsid w:val="002A1F00"/>
    <w:rsid w:val="002A28BA"/>
    <w:rsid w:val="002A571F"/>
    <w:rsid w:val="002A682D"/>
    <w:rsid w:val="002B0284"/>
    <w:rsid w:val="002B1A01"/>
    <w:rsid w:val="002B26B0"/>
    <w:rsid w:val="002B67B3"/>
    <w:rsid w:val="002B67D1"/>
    <w:rsid w:val="002B6A27"/>
    <w:rsid w:val="002C0B4B"/>
    <w:rsid w:val="002C42B0"/>
    <w:rsid w:val="002C6CD1"/>
    <w:rsid w:val="002D090B"/>
    <w:rsid w:val="002D721D"/>
    <w:rsid w:val="002E08A3"/>
    <w:rsid w:val="002E08AB"/>
    <w:rsid w:val="002E0E5B"/>
    <w:rsid w:val="002E1348"/>
    <w:rsid w:val="002E1C9F"/>
    <w:rsid w:val="002E5D87"/>
    <w:rsid w:val="002E630C"/>
    <w:rsid w:val="002E7327"/>
    <w:rsid w:val="002F111A"/>
    <w:rsid w:val="002F1845"/>
    <w:rsid w:val="002F4784"/>
    <w:rsid w:val="002F7D62"/>
    <w:rsid w:val="00300130"/>
    <w:rsid w:val="00303321"/>
    <w:rsid w:val="00305825"/>
    <w:rsid w:val="00305AEF"/>
    <w:rsid w:val="00310DE6"/>
    <w:rsid w:val="00310FD9"/>
    <w:rsid w:val="00312F4D"/>
    <w:rsid w:val="0031477C"/>
    <w:rsid w:val="00314D77"/>
    <w:rsid w:val="00316326"/>
    <w:rsid w:val="00317311"/>
    <w:rsid w:val="00322529"/>
    <w:rsid w:val="003268B6"/>
    <w:rsid w:val="00330401"/>
    <w:rsid w:val="00331D1F"/>
    <w:rsid w:val="00331DDA"/>
    <w:rsid w:val="00333420"/>
    <w:rsid w:val="003339C0"/>
    <w:rsid w:val="00334800"/>
    <w:rsid w:val="00336F4F"/>
    <w:rsid w:val="00341665"/>
    <w:rsid w:val="0034237A"/>
    <w:rsid w:val="003448AB"/>
    <w:rsid w:val="003474A2"/>
    <w:rsid w:val="003529B9"/>
    <w:rsid w:val="00355186"/>
    <w:rsid w:val="00360E46"/>
    <w:rsid w:val="00362773"/>
    <w:rsid w:val="00362F06"/>
    <w:rsid w:val="0036697F"/>
    <w:rsid w:val="003674A8"/>
    <w:rsid w:val="003711F3"/>
    <w:rsid w:val="003719B5"/>
    <w:rsid w:val="003733CC"/>
    <w:rsid w:val="0037406F"/>
    <w:rsid w:val="00375956"/>
    <w:rsid w:val="003766EC"/>
    <w:rsid w:val="003775B0"/>
    <w:rsid w:val="00377967"/>
    <w:rsid w:val="003803A6"/>
    <w:rsid w:val="00380CCC"/>
    <w:rsid w:val="00380D74"/>
    <w:rsid w:val="00381EA1"/>
    <w:rsid w:val="00382127"/>
    <w:rsid w:val="00382817"/>
    <w:rsid w:val="003855E4"/>
    <w:rsid w:val="00385BFD"/>
    <w:rsid w:val="00387E1C"/>
    <w:rsid w:val="003934EB"/>
    <w:rsid w:val="00396AA7"/>
    <w:rsid w:val="00397338"/>
    <w:rsid w:val="003A2538"/>
    <w:rsid w:val="003A4531"/>
    <w:rsid w:val="003B009D"/>
    <w:rsid w:val="003B1CF8"/>
    <w:rsid w:val="003B37DC"/>
    <w:rsid w:val="003B59AF"/>
    <w:rsid w:val="003B669B"/>
    <w:rsid w:val="003B72AA"/>
    <w:rsid w:val="003C2CBE"/>
    <w:rsid w:val="003D00E2"/>
    <w:rsid w:val="003D1F11"/>
    <w:rsid w:val="003D3881"/>
    <w:rsid w:val="003D4E7F"/>
    <w:rsid w:val="003D694F"/>
    <w:rsid w:val="003E0707"/>
    <w:rsid w:val="003E11B7"/>
    <w:rsid w:val="003E51EE"/>
    <w:rsid w:val="003E5D25"/>
    <w:rsid w:val="003E658F"/>
    <w:rsid w:val="003F3D23"/>
    <w:rsid w:val="00402DA7"/>
    <w:rsid w:val="00407B64"/>
    <w:rsid w:val="004108F1"/>
    <w:rsid w:val="00413112"/>
    <w:rsid w:val="0042290E"/>
    <w:rsid w:val="00425EF5"/>
    <w:rsid w:val="00427519"/>
    <w:rsid w:val="00430E4C"/>
    <w:rsid w:val="00434412"/>
    <w:rsid w:val="00434682"/>
    <w:rsid w:val="004359A0"/>
    <w:rsid w:val="004370EB"/>
    <w:rsid w:val="004378EC"/>
    <w:rsid w:val="00441003"/>
    <w:rsid w:val="00441B0C"/>
    <w:rsid w:val="004534BB"/>
    <w:rsid w:val="0045558B"/>
    <w:rsid w:val="00455FF9"/>
    <w:rsid w:val="0045683C"/>
    <w:rsid w:val="00461DCC"/>
    <w:rsid w:val="00462150"/>
    <w:rsid w:val="00462DA3"/>
    <w:rsid w:val="004661A3"/>
    <w:rsid w:val="0046745B"/>
    <w:rsid w:val="00472D92"/>
    <w:rsid w:val="00474DE0"/>
    <w:rsid w:val="004855D6"/>
    <w:rsid w:val="00486375"/>
    <w:rsid w:val="00487AF4"/>
    <w:rsid w:val="00490DFC"/>
    <w:rsid w:val="004939BE"/>
    <w:rsid w:val="00496B03"/>
    <w:rsid w:val="004A27DE"/>
    <w:rsid w:val="004A32B6"/>
    <w:rsid w:val="004A450C"/>
    <w:rsid w:val="004A4FD9"/>
    <w:rsid w:val="004A754B"/>
    <w:rsid w:val="004B2C0A"/>
    <w:rsid w:val="004B2E55"/>
    <w:rsid w:val="004B40DC"/>
    <w:rsid w:val="004C49ED"/>
    <w:rsid w:val="004C5E14"/>
    <w:rsid w:val="004C7C84"/>
    <w:rsid w:val="004D0EF1"/>
    <w:rsid w:val="004D1F62"/>
    <w:rsid w:val="004D3732"/>
    <w:rsid w:val="004D4658"/>
    <w:rsid w:val="004D6FD5"/>
    <w:rsid w:val="004E0A64"/>
    <w:rsid w:val="004E0D91"/>
    <w:rsid w:val="004E6A3B"/>
    <w:rsid w:val="004F16A8"/>
    <w:rsid w:val="004F2132"/>
    <w:rsid w:val="004F2D2C"/>
    <w:rsid w:val="004F422C"/>
    <w:rsid w:val="004F68F6"/>
    <w:rsid w:val="004F6FFA"/>
    <w:rsid w:val="00501683"/>
    <w:rsid w:val="00501BD9"/>
    <w:rsid w:val="005028BD"/>
    <w:rsid w:val="00502B6B"/>
    <w:rsid w:val="00503ED6"/>
    <w:rsid w:val="00505218"/>
    <w:rsid w:val="005071C9"/>
    <w:rsid w:val="00513AAD"/>
    <w:rsid w:val="005143DD"/>
    <w:rsid w:val="00515906"/>
    <w:rsid w:val="00516793"/>
    <w:rsid w:val="00517D92"/>
    <w:rsid w:val="005221AE"/>
    <w:rsid w:val="00524026"/>
    <w:rsid w:val="0052699A"/>
    <w:rsid w:val="005273C9"/>
    <w:rsid w:val="00531E9F"/>
    <w:rsid w:val="00532527"/>
    <w:rsid w:val="00534DED"/>
    <w:rsid w:val="00541CD1"/>
    <w:rsid w:val="00543129"/>
    <w:rsid w:val="00544421"/>
    <w:rsid w:val="0054448D"/>
    <w:rsid w:val="00547FD9"/>
    <w:rsid w:val="005507CF"/>
    <w:rsid w:val="00551423"/>
    <w:rsid w:val="00552E34"/>
    <w:rsid w:val="00552EC7"/>
    <w:rsid w:val="00553A7C"/>
    <w:rsid w:val="005540C5"/>
    <w:rsid w:val="00556A8A"/>
    <w:rsid w:val="005627C0"/>
    <w:rsid w:val="00567A91"/>
    <w:rsid w:val="005722C1"/>
    <w:rsid w:val="00572EE1"/>
    <w:rsid w:val="00573105"/>
    <w:rsid w:val="005778EB"/>
    <w:rsid w:val="00577F83"/>
    <w:rsid w:val="00580696"/>
    <w:rsid w:val="00580718"/>
    <w:rsid w:val="0058321F"/>
    <w:rsid w:val="00584062"/>
    <w:rsid w:val="00585DF8"/>
    <w:rsid w:val="005923C7"/>
    <w:rsid w:val="005965DE"/>
    <w:rsid w:val="005A4F8A"/>
    <w:rsid w:val="005B007D"/>
    <w:rsid w:val="005B1C22"/>
    <w:rsid w:val="005B24C1"/>
    <w:rsid w:val="005B2C69"/>
    <w:rsid w:val="005B581D"/>
    <w:rsid w:val="005C07B4"/>
    <w:rsid w:val="005C07B9"/>
    <w:rsid w:val="005C4B3C"/>
    <w:rsid w:val="005D0000"/>
    <w:rsid w:val="005D1A57"/>
    <w:rsid w:val="005D1B80"/>
    <w:rsid w:val="005E5DFF"/>
    <w:rsid w:val="005E613F"/>
    <w:rsid w:val="005E6CEA"/>
    <w:rsid w:val="005F2919"/>
    <w:rsid w:val="005F45A2"/>
    <w:rsid w:val="005F4FF3"/>
    <w:rsid w:val="005F59BC"/>
    <w:rsid w:val="005F5D0E"/>
    <w:rsid w:val="0060047E"/>
    <w:rsid w:val="006005FD"/>
    <w:rsid w:val="00602994"/>
    <w:rsid w:val="0060428B"/>
    <w:rsid w:val="006054C9"/>
    <w:rsid w:val="00605F26"/>
    <w:rsid w:val="006069AE"/>
    <w:rsid w:val="00606B90"/>
    <w:rsid w:val="00606F9B"/>
    <w:rsid w:val="006114EF"/>
    <w:rsid w:val="0061396D"/>
    <w:rsid w:val="00613B04"/>
    <w:rsid w:val="00614192"/>
    <w:rsid w:val="00616FFB"/>
    <w:rsid w:val="006204D1"/>
    <w:rsid w:val="00621FC5"/>
    <w:rsid w:val="00622B3E"/>
    <w:rsid w:val="00623821"/>
    <w:rsid w:val="006247C7"/>
    <w:rsid w:val="00626D4C"/>
    <w:rsid w:val="00630B70"/>
    <w:rsid w:val="0063245A"/>
    <w:rsid w:val="00650EBD"/>
    <w:rsid w:val="00653E01"/>
    <w:rsid w:val="00657BE4"/>
    <w:rsid w:val="00666F42"/>
    <w:rsid w:val="00667D30"/>
    <w:rsid w:val="0067167B"/>
    <w:rsid w:val="00672DAA"/>
    <w:rsid w:val="00673402"/>
    <w:rsid w:val="006738AB"/>
    <w:rsid w:val="00682AAE"/>
    <w:rsid w:val="00683E39"/>
    <w:rsid w:val="00684D28"/>
    <w:rsid w:val="00685893"/>
    <w:rsid w:val="00686ECB"/>
    <w:rsid w:val="00691F1F"/>
    <w:rsid w:val="006928CF"/>
    <w:rsid w:val="00694FE6"/>
    <w:rsid w:val="006955CB"/>
    <w:rsid w:val="006959C9"/>
    <w:rsid w:val="006A00B3"/>
    <w:rsid w:val="006A01E2"/>
    <w:rsid w:val="006A0CE7"/>
    <w:rsid w:val="006A2577"/>
    <w:rsid w:val="006A32DD"/>
    <w:rsid w:val="006A3B1C"/>
    <w:rsid w:val="006A6E9D"/>
    <w:rsid w:val="006B132E"/>
    <w:rsid w:val="006B433A"/>
    <w:rsid w:val="006C1030"/>
    <w:rsid w:val="006C4D68"/>
    <w:rsid w:val="006C5DBB"/>
    <w:rsid w:val="006C63C9"/>
    <w:rsid w:val="006C63CB"/>
    <w:rsid w:val="006C795A"/>
    <w:rsid w:val="006D0A34"/>
    <w:rsid w:val="006D39FB"/>
    <w:rsid w:val="006D5B87"/>
    <w:rsid w:val="006E0688"/>
    <w:rsid w:val="006E11CD"/>
    <w:rsid w:val="006E3A5A"/>
    <w:rsid w:val="006E4D61"/>
    <w:rsid w:val="006E5854"/>
    <w:rsid w:val="006E5B4D"/>
    <w:rsid w:val="006F1568"/>
    <w:rsid w:val="006F1A02"/>
    <w:rsid w:val="006F55D7"/>
    <w:rsid w:val="006F694A"/>
    <w:rsid w:val="006F741B"/>
    <w:rsid w:val="006F7FEF"/>
    <w:rsid w:val="007011BD"/>
    <w:rsid w:val="00701213"/>
    <w:rsid w:val="0070175B"/>
    <w:rsid w:val="00702E5C"/>
    <w:rsid w:val="00704960"/>
    <w:rsid w:val="0070536A"/>
    <w:rsid w:val="00705CE3"/>
    <w:rsid w:val="007062F4"/>
    <w:rsid w:val="00707F72"/>
    <w:rsid w:val="00711D59"/>
    <w:rsid w:val="0071213D"/>
    <w:rsid w:val="007121A9"/>
    <w:rsid w:val="0071242B"/>
    <w:rsid w:val="007127D1"/>
    <w:rsid w:val="007127D6"/>
    <w:rsid w:val="00713C45"/>
    <w:rsid w:val="0071588A"/>
    <w:rsid w:val="00715AEF"/>
    <w:rsid w:val="007173E9"/>
    <w:rsid w:val="00720FAA"/>
    <w:rsid w:val="00721F65"/>
    <w:rsid w:val="00724052"/>
    <w:rsid w:val="00724E6D"/>
    <w:rsid w:val="00732146"/>
    <w:rsid w:val="00732839"/>
    <w:rsid w:val="00733F99"/>
    <w:rsid w:val="00735D82"/>
    <w:rsid w:val="007364E7"/>
    <w:rsid w:val="0074187F"/>
    <w:rsid w:val="00742C7E"/>
    <w:rsid w:val="0074421A"/>
    <w:rsid w:val="00747F43"/>
    <w:rsid w:val="00754410"/>
    <w:rsid w:val="007578B9"/>
    <w:rsid w:val="007578E8"/>
    <w:rsid w:val="00761B22"/>
    <w:rsid w:val="0076384A"/>
    <w:rsid w:val="00766556"/>
    <w:rsid w:val="007679AC"/>
    <w:rsid w:val="00770409"/>
    <w:rsid w:val="007707D9"/>
    <w:rsid w:val="007715F0"/>
    <w:rsid w:val="007759C0"/>
    <w:rsid w:val="007771BE"/>
    <w:rsid w:val="00781734"/>
    <w:rsid w:val="00784186"/>
    <w:rsid w:val="00786D98"/>
    <w:rsid w:val="00790A9E"/>
    <w:rsid w:val="00791A5D"/>
    <w:rsid w:val="00792EF5"/>
    <w:rsid w:val="007932D8"/>
    <w:rsid w:val="00794A07"/>
    <w:rsid w:val="007A26C4"/>
    <w:rsid w:val="007A2FB4"/>
    <w:rsid w:val="007A770E"/>
    <w:rsid w:val="007B1EB9"/>
    <w:rsid w:val="007B68EF"/>
    <w:rsid w:val="007C767B"/>
    <w:rsid w:val="007C79D4"/>
    <w:rsid w:val="007D1F56"/>
    <w:rsid w:val="007D3121"/>
    <w:rsid w:val="007D31CE"/>
    <w:rsid w:val="007D4030"/>
    <w:rsid w:val="007D46E4"/>
    <w:rsid w:val="007D6AFB"/>
    <w:rsid w:val="007D7C7C"/>
    <w:rsid w:val="007D7F4A"/>
    <w:rsid w:val="007E031D"/>
    <w:rsid w:val="007E45D2"/>
    <w:rsid w:val="007E5DC6"/>
    <w:rsid w:val="007F047A"/>
    <w:rsid w:val="007F1189"/>
    <w:rsid w:val="007F54E8"/>
    <w:rsid w:val="007F6BB7"/>
    <w:rsid w:val="00800DB0"/>
    <w:rsid w:val="00801BA6"/>
    <w:rsid w:val="00802BAE"/>
    <w:rsid w:val="00802C4B"/>
    <w:rsid w:val="00802C61"/>
    <w:rsid w:val="00804127"/>
    <w:rsid w:val="008046FF"/>
    <w:rsid w:val="008049A1"/>
    <w:rsid w:val="00807B59"/>
    <w:rsid w:val="00813522"/>
    <w:rsid w:val="008137F6"/>
    <w:rsid w:val="00814701"/>
    <w:rsid w:val="00815DF3"/>
    <w:rsid w:val="0081784D"/>
    <w:rsid w:val="00817B77"/>
    <w:rsid w:val="00817EA8"/>
    <w:rsid w:val="0082328B"/>
    <w:rsid w:val="00824F77"/>
    <w:rsid w:val="0082559A"/>
    <w:rsid w:val="00826515"/>
    <w:rsid w:val="00832CAF"/>
    <w:rsid w:val="00832FAD"/>
    <w:rsid w:val="00834C12"/>
    <w:rsid w:val="00836622"/>
    <w:rsid w:val="00837629"/>
    <w:rsid w:val="00843F45"/>
    <w:rsid w:val="0084442B"/>
    <w:rsid w:val="008457B3"/>
    <w:rsid w:val="00846B2F"/>
    <w:rsid w:val="008472F5"/>
    <w:rsid w:val="00847C6B"/>
    <w:rsid w:val="008507E9"/>
    <w:rsid w:val="00852044"/>
    <w:rsid w:val="00854BDA"/>
    <w:rsid w:val="00854ED7"/>
    <w:rsid w:val="0085740D"/>
    <w:rsid w:val="0086213D"/>
    <w:rsid w:val="0086606D"/>
    <w:rsid w:val="0086760B"/>
    <w:rsid w:val="008702F0"/>
    <w:rsid w:val="00871AC3"/>
    <w:rsid w:val="008743D8"/>
    <w:rsid w:val="008767BF"/>
    <w:rsid w:val="0088052F"/>
    <w:rsid w:val="008864DE"/>
    <w:rsid w:val="00894D3A"/>
    <w:rsid w:val="00897ECE"/>
    <w:rsid w:val="008A2A74"/>
    <w:rsid w:val="008B1CBE"/>
    <w:rsid w:val="008B2990"/>
    <w:rsid w:val="008B3B21"/>
    <w:rsid w:val="008B3FE0"/>
    <w:rsid w:val="008B5B03"/>
    <w:rsid w:val="008B6297"/>
    <w:rsid w:val="008B6640"/>
    <w:rsid w:val="008C250E"/>
    <w:rsid w:val="008C352C"/>
    <w:rsid w:val="008C35F3"/>
    <w:rsid w:val="008C46AA"/>
    <w:rsid w:val="008C6253"/>
    <w:rsid w:val="008C6530"/>
    <w:rsid w:val="008D0842"/>
    <w:rsid w:val="008D162B"/>
    <w:rsid w:val="008D16EC"/>
    <w:rsid w:val="008D1F0A"/>
    <w:rsid w:val="008D2BDB"/>
    <w:rsid w:val="008D479E"/>
    <w:rsid w:val="008D5E51"/>
    <w:rsid w:val="008D695B"/>
    <w:rsid w:val="008D7F24"/>
    <w:rsid w:val="008E0C80"/>
    <w:rsid w:val="008E373C"/>
    <w:rsid w:val="008E4BA5"/>
    <w:rsid w:val="008E60C0"/>
    <w:rsid w:val="008F6D39"/>
    <w:rsid w:val="008F7364"/>
    <w:rsid w:val="00900DD3"/>
    <w:rsid w:val="00901A09"/>
    <w:rsid w:val="0090471F"/>
    <w:rsid w:val="00907745"/>
    <w:rsid w:val="009128F0"/>
    <w:rsid w:val="00913A54"/>
    <w:rsid w:val="00916F35"/>
    <w:rsid w:val="0092091F"/>
    <w:rsid w:val="009255DE"/>
    <w:rsid w:val="0092747E"/>
    <w:rsid w:val="00927544"/>
    <w:rsid w:val="0092764A"/>
    <w:rsid w:val="009301A0"/>
    <w:rsid w:val="009331D4"/>
    <w:rsid w:val="0093709C"/>
    <w:rsid w:val="00937828"/>
    <w:rsid w:val="00937B30"/>
    <w:rsid w:val="00937E1E"/>
    <w:rsid w:val="00940531"/>
    <w:rsid w:val="00942F38"/>
    <w:rsid w:val="00945F7B"/>
    <w:rsid w:val="00950064"/>
    <w:rsid w:val="009537DB"/>
    <w:rsid w:val="009563E6"/>
    <w:rsid w:val="00961AFC"/>
    <w:rsid w:val="00963F89"/>
    <w:rsid w:val="009653F2"/>
    <w:rsid w:val="00970E92"/>
    <w:rsid w:val="009711F7"/>
    <w:rsid w:val="00971319"/>
    <w:rsid w:val="009719EF"/>
    <w:rsid w:val="00972826"/>
    <w:rsid w:val="00972A07"/>
    <w:rsid w:val="00972F1D"/>
    <w:rsid w:val="009731C9"/>
    <w:rsid w:val="009757B0"/>
    <w:rsid w:val="00976971"/>
    <w:rsid w:val="009800F4"/>
    <w:rsid w:val="00980D70"/>
    <w:rsid w:val="00985361"/>
    <w:rsid w:val="00985EC7"/>
    <w:rsid w:val="009906B7"/>
    <w:rsid w:val="0099164D"/>
    <w:rsid w:val="00992802"/>
    <w:rsid w:val="00994D2C"/>
    <w:rsid w:val="009A0869"/>
    <w:rsid w:val="009A088B"/>
    <w:rsid w:val="009A3DEF"/>
    <w:rsid w:val="009A454A"/>
    <w:rsid w:val="009A4DD0"/>
    <w:rsid w:val="009A5161"/>
    <w:rsid w:val="009A5847"/>
    <w:rsid w:val="009B1BA5"/>
    <w:rsid w:val="009B245B"/>
    <w:rsid w:val="009B2DA8"/>
    <w:rsid w:val="009B4459"/>
    <w:rsid w:val="009B5B72"/>
    <w:rsid w:val="009B5EFF"/>
    <w:rsid w:val="009B688B"/>
    <w:rsid w:val="009B74AB"/>
    <w:rsid w:val="009B7B2F"/>
    <w:rsid w:val="009C2A1A"/>
    <w:rsid w:val="009C2A35"/>
    <w:rsid w:val="009D1D76"/>
    <w:rsid w:val="009D3E73"/>
    <w:rsid w:val="009D3F4F"/>
    <w:rsid w:val="009D4635"/>
    <w:rsid w:val="009D5981"/>
    <w:rsid w:val="009D7693"/>
    <w:rsid w:val="009D7D33"/>
    <w:rsid w:val="009E4CB7"/>
    <w:rsid w:val="009E6CE4"/>
    <w:rsid w:val="009E730F"/>
    <w:rsid w:val="009F0B38"/>
    <w:rsid w:val="009F1D5F"/>
    <w:rsid w:val="009F25B6"/>
    <w:rsid w:val="009F50F4"/>
    <w:rsid w:val="009F559F"/>
    <w:rsid w:val="009F5C08"/>
    <w:rsid w:val="00A01AAF"/>
    <w:rsid w:val="00A04AEC"/>
    <w:rsid w:val="00A05515"/>
    <w:rsid w:val="00A131C3"/>
    <w:rsid w:val="00A1608F"/>
    <w:rsid w:val="00A16548"/>
    <w:rsid w:val="00A24302"/>
    <w:rsid w:val="00A24F23"/>
    <w:rsid w:val="00A26375"/>
    <w:rsid w:val="00A2697F"/>
    <w:rsid w:val="00A26A57"/>
    <w:rsid w:val="00A3032A"/>
    <w:rsid w:val="00A40127"/>
    <w:rsid w:val="00A403A2"/>
    <w:rsid w:val="00A403BF"/>
    <w:rsid w:val="00A448D9"/>
    <w:rsid w:val="00A44AF8"/>
    <w:rsid w:val="00A44D35"/>
    <w:rsid w:val="00A45B8C"/>
    <w:rsid w:val="00A45E45"/>
    <w:rsid w:val="00A469BE"/>
    <w:rsid w:val="00A525A6"/>
    <w:rsid w:val="00A53804"/>
    <w:rsid w:val="00A53D93"/>
    <w:rsid w:val="00A5511B"/>
    <w:rsid w:val="00A56CCC"/>
    <w:rsid w:val="00A57AEE"/>
    <w:rsid w:val="00A6243F"/>
    <w:rsid w:val="00A6414B"/>
    <w:rsid w:val="00A64D54"/>
    <w:rsid w:val="00A678B4"/>
    <w:rsid w:val="00A703C8"/>
    <w:rsid w:val="00A71C8F"/>
    <w:rsid w:val="00A72894"/>
    <w:rsid w:val="00A7386C"/>
    <w:rsid w:val="00A73BA0"/>
    <w:rsid w:val="00A75356"/>
    <w:rsid w:val="00A81CDA"/>
    <w:rsid w:val="00A82B28"/>
    <w:rsid w:val="00A83143"/>
    <w:rsid w:val="00A848BE"/>
    <w:rsid w:val="00A84F02"/>
    <w:rsid w:val="00A861B7"/>
    <w:rsid w:val="00A87E62"/>
    <w:rsid w:val="00A94BC2"/>
    <w:rsid w:val="00A94EB0"/>
    <w:rsid w:val="00A972EB"/>
    <w:rsid w:val="00A97636"/>
    <w:rsid w:val="00A97EC2"/>
    <w:rsid w:val="00AA0C47"/>
    <w:rsid w:val="00AA20B7"/>
    <w:rsid w:val="00AA7D3D"/>
    <w:rsid w:val="00AB2A4B"/>
    <w:rsid w:val="00AB5BDE"/>
    <w:rsid w:val="00AB718D"/>
    <w:rsid w:val="00AB7365"/>
    <w:rsid w:val="00AC7A5C"/>
    <w:rsid w:val="00AD0EF5"/>
    <w:rsid w:val="00AD397A"/>
    <w:rsid w:val="00AD6894"/>
    <w:rsid w:val="00AD70BC"/>
    <w:rsid w:val="00AD70EE"/>
    <w:rsid w:val="00AD7A05"/>
    <w:rsid w:val="00AE0475"/>
    <w:rsid w:val="00AE14EC"/>
    <w:rsid w:val="00AE26B2"/>
    <w:rsid w:val="00AE2E68"/>
    <w:rsid w:val="00AE3CFA"/>
    <w:rsid w:val="00AE51A8"/>
    <w:rsid w:val="00AE5CB8"/>
    <w:rsid w:val="00AE757F"/>
    <w:rsid w:val="00AF264D"/>
    <w:rsid w:val="00AF4BCE"/>
    <w:rsid w:val="00B00699"/>
    <w:rsid w:val="00B03346"/>
    <w:rsid w:val="00B04368"/>
    <w:rsid w:val="00B0638C"/>
    <w:rsid w:val="00B11521"/>
    <w:rsid w:val="00B12C1D"/>
    <w:rsid w:val="00B136A5"/>
    <w:rsid w:val="00B14959"/>
    <w:rsid w:val="00B14D56"/>
    <w:rsid w:val="00B15A60"/>
    <w:rsid w:val="00B22AED"/>
    <w:rsid w:val="00B2381F"/>
    <w:rsid w:val="00B25462"/>
    <w:rsid w:val="00B262CA"/>
    <w:rsid w:val="00B262DE"/>
    <w:rsid w:val="00B31815"/>
    <w:rsid w:val="00B31937"/>
    <w:rsid w:val="00B355E6"/>
    <w:rsid w:val="00B36344"/>
    <w:rsid w:val="00B41589"/>
    <w:rsid w:val="00B44FE0"/>
    <w:rsid w:val="00B45202"/>
    <w:rsid w:val="00B51224"/>
    <w:rsid w:val="00B529DB"/>
    <w:rsid w:val="00B52F57"/>
    <w:rsid w:val="00B545C9"/>
    <w:rsid w:val="00B5521D"/>
    <w:rsid w:val="00B55B6C"/>
    <w:rsid w:val="00B60027"/>
    <w:rsid w:val="00B70966"/>
    <w:rsid w:val="00B711F4"/>
    <w:rsid w:val="00B779C9"/>
    <w:rsid w:val="00B81638"/>
    <w:rsid w:val="00B834DC"/>
    <w:rsid w:val="00B83D82"/>
    <w:rsid w:val="00B85745"/>
    <w:rsid w:val="00B8594D"/>
    <w:rsid w:val="00B8621C"/>
    <w:rsid w:val="00B8669E"/>
    <w:rsid w:val="00B9585A"/>
    <w:rsid w:val="00B95BE9"/>
    <w:rsid w:val="00B96065"/>
    <w:rsid w:val="00BA10A5"/>
    <w:rsid w:val="00BB0B12"/>
    <w:rsid w:val="00BB1CAA"/>
    <w:rsid w:val="00BB1CE5"/>
    <w:rsid w:val="00BB3181"/>
    <w:rsid w:val="00BB4FFA"/>
    <w:rsid w:val="00BC0540"/>
    <w:rsid w:val="00BC06B5"/>
    <w:rsid w:val="00BC1A55"/>
    <w:rsid w:val="00BC2130"/>
    <w:rsid w:val="00BC27CF"/>
    <w:rsid w:val="00BC7714"/>
    <w:rsid w:val="00BD2BF6"/>
    <w:rsid w:val="00BD2E3A"/>
    <w:rsid w:val="00BD4E8B"/>
    <w:rsid w:val="00BD7F0C"/>
    <w:rsid w:val="00BE1515"/>
    <w:rsid w:val="00BE6536"/>
    <w:rsid w:val="00BF01A2"/>
    <w:rsid w:val="00BF12C2"/>
    <w:rsid w:val="00BF1564"/>
    <w:rsid w:val="00BF496B"/>
    <w:rsid w:val="00BF5C21"/>
    <w:rsid w:val="00BF6794"/>
    <w:rsid w:val="00C00055"/>
    <w:rsid w:val="00C00BEE"/>
    <w:rsid w:val="00C03A03"/>
    <w:rsid w:val="00C1375C"/>
    <w:rsid w:val="00C13B7E"/>
    <w:rsid w:val="00C1435E"/>
    <w:rsid w:val="00C15178"/>
    <w:rsid w:val="00C17421"/>
    <w:rsid w:val="00C227E4"/>
    <w:rsid w:val="00C22968"/>
    <w:rsid w:val="00C22F83"/>
    <w:rsid w:val="00C237B0"/>
    <w:rsid w:val="00C24ADB"/>
    <w:rsid w:val="00C25983"/>
    <w:rsid w:val="00C26155"/>
    <w:rsid w:val="00C2657E"/>
    <w:rsid w:val="00C31371"/>
    <w:rsid w:val="00C31CA2"/>
    <w:rsid w:val="00C33630"/>
    <w:rsid w:val="00C336B6"/>
    <w:rsid w:val="00C35A82"/>
    <w:rsid w:val="00C406A4"/>
    <w:rsid w:val="00C4152F"/>
    <w:rsid w:val="00C43AC6"/>
    <w:rsid w:val="00C43F8D"/>
    <w:rsid w:val="00C4488D"/>
    <w:rsid w:val="00C465CE"/>
    <w:rsid w:val="00C46942"/>
    <w:rsid w:val="00C46D8D"/>
    <w:rsid w:val="00C4738E"/>
    <w:rsid w:val="00C521EE"/>
    <w:rsid w:val="00C56C92"/>
    <w:rsid w:val="00C5713C"/>
    <w:rsid w:val="00C60DAE"/>
    <w:rsid w:val="00C63840"/>
    <w:rsid w:val="00C653DA"/>
    <w:rsid w:val="00C6626F"/>
    <w:rsid w:val="00C71371"/>
    <w:rsid w:val="00C7454B"/>
    <w:rsid w:val="00C75749"/>
    <w:rsid w:val="00C772CC"/>
    <w:rsid w:val="00C82661"/>
    <w:rsid w:val="00C82C9C"/>
    <w:rsid w:val="00C858B1"/>
    <w:rsid w:val="00C872DD"/>
    <w:rsid w:val="00C90F32"/>
    <w:rsid w:val="00CA1021"/>
    <w:rsid w:val="00CA5DF7"/>
    <w:rsid w:val="00CA649D"/>
    <w:rsid w:val="00CB10C1"/>
    <w:rsid w:val="00CB1204"/>
    <w:rsid w:val="00CB1CB6"/>
    <w:rsid w:val="00CB2D3E"/>
    <w:rsid w:val="00CB5BD5"/>
    <w:rsid w:val="00CC00DA"/>
    <w:rsid w:val="00CC0801"/>
    <w:rsid w:val="00CC261E"/>
    <w:rsid w:val="00CC304A"/>
    <w:rsid w:val="00CC36A8"/>
    <w:rsid w:val="00CC3F5E"/>
    <w:rsid w:val="00CC45E4"/>
    <w:rsid w:val="00CC7F24"/>
    <w:rsid w:val="00CD0F5F"/>
    <w:rsid w:val="00CD7327"/>
    <w:rsid w:val="00CE5337"/>
    <w:rsid w:val="00CE707E"/>
    <w:rsid w:val="00CE713A"/>
    <w:rsid w:val="00CF0E9A"/>
    <w:rsid w:val="00CF0EE6"/>
    <w:rsid w:val="00CF31A2"/>
    <w:rsid w:val="00CF5456"/>
    <w:rsid w:val="00CF5C06"/>
    <w:rsid w:val="00CF6273"/>
    <w:rsid w:val="00D00A00"/>
    <w:rsid w:val="00D024F6"/>
    <w:rsid w:val="00D03367"/>
    <w:rsid w:val="00D03AD8"/>
    <w:rsid w:val="00D03F71"/>
    <w:rsid w:val="00D0628D"/>
    <w:rsid w:val="00D07900"/>
    <w:rsid w:val="00D1334F"/>
    <w:rsid w:val="00D1463A"/>
    <w:rsid w:val="00D21122"/>
    <w:rsid w:val="00D229FE"/>
    <w:rsid w:val="00D23453"/>
    <w:rsid w:val="00D23BBC"/>
    <w:rsid w:val="00D23FF3"/>
    <w:rsid w:val="00D24AA6"/>
    <w:rsid w:val="00D24B44"/>
    <w:rsid w:val="00D27BD7"/>
    <w:rsid w:val="00D311CD"/>
    <w:rsid w:val="00D342BA"/>
    <w:rsid w:val="00D40C11"/>
    <w:rsid w:val="00D47514"/>
    <w:rsid w:val="00D4751D"/>
    <w:rsid w:val="00D47802"/>
    <w:rsid w:val="00D47DDF"/>
    <w:rsid w:val="00D514F8"/>
    <w:rsid w:val="00D523B8"/>
    <w:rsid w:val="00D52E25"/>
    <w:rsid w:val="00D5586E"/>
    <w:rsid w:val="00D55BFE"/>
    <w:rsid w:val="00D62D7D"/>
    <w:rsid w:val="00D64DBD"/>
    <w:rsid w:val="00D721EE"/>
    <w:rsid w:val="00D73D71"/>
    <w:rsid w:val="00D747C2"/>
    <w:rsid w:val="00D74B99"/>
    <w:rsid w:val="00D76ECD"/>
    <w:rsid w:val="00D803B9"/>
    <w:rsid w:val="00D840CA"/>
    <w:rsid w:val="00D841FE"/>
    <w:rsid w:val="00D85143"/>
    <w:rsid w:val="00D87EF9"/>
    <w:rsid w:val="00D94C60"/>
    <w:rsid w:val="00DA129F"/>
    <w:rsid w:val="00DA3CC1"/>
    <w:rsid w:val="00DA4494"/>
    <w:rsid w:val="00DA4D14"/>
    <w:rsid w:val="00DA622C"/>
    <w:rsid w:val="00DA78FA"/>
    <w:rsid w:val="00DA7EBA"/>
    <w:rsid w:val="00DB06A6"/>
    <w:rsid w:val="00DB07B9"/>
    <w:rsid w:val="00DB0B2A"/>
    <w:rsid w:val="00DB478E"/>
    <w:rsid w:val="00DB5898"/>
    <w:rsid w:val="00DB5C1C"/>
    <w:rsid w:val="00DB656A"/>
    <w:rsid w:val="00DB7624"/>
    <w:rsid w:val="00DC04B6"/>
    <w:rsid w:val="00DC329E"/>
    <w:rsid w:val="00DD0F66"/>
    <w:rsid w:val="00DD1790"/>
    <w:rsid w:val="00DD36E4"/>
    <w:rsid w:val="00DD619F"/>
    <w:rsid w:val="00DD7DA0"/>
    <w:rsid w:val="00DE0A93"/>
    <w:rsid w:val="00DE1F6C"/>
    <w:rsid w:val="00DE238D"/>
    <w:rsid w:val="00DE6D44"/>
    <w:rsid w:val="00DF5A2E"/>
    <w:rsid w:val="00E0255C"/>
    <w:rsid w:val="00E0545D"/>
    <w:rsid w:val="00E05B68"/>
    <w:rsid w:val="00E1101E"/>
    <w:rsid w:val="00E14709"/>
    <w:rsid w:val="00E1673A"/>
    <w:rsid w:val="00E16E72"/>
    <w:rsid w:val="00E206F4"/>
    <w:rsid w:val="00E237E7"/>
    <w:rsid w:val="00E23E3D"/>
    <w:rsid w:val="00E254F9"/>
    <w:rsid w:val="00E25B36"/>
    <w:rsid w:val="00E26D65"/>
    <w:rsid w:val="00E303B8"/>
    <w:rsid w:val="00E30A37"/>
    <w:rsid w:val="00E31231"/>
    <w:rsid w:val="00E323A0"/>
    <w:rsid w:val="00E32D5A"/>
    <w:rsid w:val="00E33CD3"/>
    <w:rsid w:val="00E35394"/>
    <w:rsid w:val="00E36789"/>
    <w:rsid w:val="00E42164"/>
    <w:rsid w:val="00E42AC7"/>
    <w:rsid w:val="00E46A1A"/>
    <w:rsid w:val="00E52891"/>
    <w:rsid w:val="00E53857"/>
    <w:rsid w:val="00E6023F"/>
    <w:rsid w:val="00E609C1"/>
    <w:rsid w:val="00E61F4C"/>
    <w:rsid w:val="00E62BCA"/>
    <w:rsid w:val="00E660BB"/>
    <w:rsid w:val="00E66A27"/>
    <w:rsid w:val="00E66A2E"/>
    <w:rsid w:val="00E7777D"/>
    <w:rsid w:val="00E81768"/>
    <w:rsid w:val="00E90352"/>
    <w:rsid w:val="00E93194"/>
    <w:rsid w:val="00E9635B"/>
    <w:rsid w:val="00E97E93"/>
    <w:rsid w:val="00EA30A5"/>
    <w:rsid w:val="00EA5F31"/>
    <w:rsid w:val="00EA7175"/>
    <w:rsid w:val="00EB1094"/>
    <w:rsid w:val="00EB24C2"/>
    <w:rsid w:val="00EB2EF7"/>
    <w:rsid w:val="00EB31F2"/>
    <w:rsid w:val="00EB55FE"/>
    <w:rsid w:val="00EB5E3C"/>
    <w:rsid w:val="00EC092C"/>
    <w:rsid w:val="00ED2787"/>
    <w:rsid w:val="00ED4199"/>
    <w:rsid w:val="00ED5E75"/>
    <w:rsid w:val="00ED5F97"/>
    <w:rsid w:val="00EE4EB7"/>
    <w:rsid w:val="00EE6055"/>
    <w:rsid w:val="00EE615F"/>
    <w:rsid w:val="00EE6AF7"/>
    <w:rsid w:val="00EF10DF"/>
    <w:rsid w:val="00EF1636"/>
    <w:rsid w:val="00EF6196"/>
    <w:rsid w:val="00EF64AC"/>
    <w:rsid w:val="00EF6C7E"/>
    <w:rsid w:val="00F0120B"/>
    <w:rsid w:val="00F0120D"/>
    <w:rsid w:val="00F0395C"/>
    <w:rsid w:val="00F06F86"/>
    <w:rsid w:val="00F15149"/>
    <w:rsid w:val="00F15501"/>
    <w:rsid w:val="00F15EEB"/>
    <w:rsid w:val="00F17DFE"/>
    <w:rsid w:val="00F26663"/>
    <w:rsid w:val="00F27A27"/>
    <w:rsid w:val="00F27F9F"/>
    <w:rsid w:val="00F30C8A"/>
    <w:rsid w:val="00F33C2E"/>
    <w:rsid w:val="00F3420C"/>
    <w:rsid w:val="00F35801"/>
    <w:rsid w:val="00F36765"/>
    <w:rsid w:val="00F37125"/>
    <w:rsid w:val="00F3742E"/>
    <w:rsid w:val="00F41862"/>
    <w:rsid w:val="00F44669"/>
    <w:rsid w:val="00F50CA5"/>
    <w:rsid w:val="00F52820"/>
    <w:rsid w:val="00F5724A"/>
    <w:rsid w:val="00F6081E"/>
    <w:rsid w:val="00F608B4"/>
    <w:rsid w:val="00F61486"/>
    <w:rsid w:val="00F617E7"/>
    <w:rsid w:val="00F62F80"/>
    <w:rsid w:val="00F659BA"/>
    <w:rsid w:val="00F66AD9"/>
    <w:rsid w:val="00F70B9E"/>
    <w:rsid w:val="00F72861"/>
    <w:rsid w:val="00F735CE"/>
    <w:rsid w:val="00F761D8"/>
    <w:rsid w:val="00F77CE5"/>
    <w:rsid w:val="00F833FC"/>
    <w:rsid w:val="00F834DE"/>
    <w:rsid w:val="00F8629B"/>
    <w:rsid w:val="00F94455"/>
    <w:rsid w:val="00F944B3"/>
    <w:rsid w:val="00F94E38"/>
    <w:rsid w:val="00F95E7E"/>
    <w:rsid w:val="00FA2FBE"/>
    <w:rsid w:val="00FA479C"/>
    <w:rsid w:val="00FA5818"/>
    <w:rsid w:val="00FA5AF0"/>
    <w:rsid w:val="00FB4507"/>
    <w:rsid w:val="00FB450E"/>
    <w:rsid w:val="00FB6571"/>
    <w:rsid w:val="00FB766E"/>
    <w:rsid w:val="00FC7C94"/>
    <w:rsid w:val="00FD1E57"/>
    <w:rsid w:val="00FD2F2E"/>
    <w:rsid w:val="00FD41AD"/>
    <w:rsid w:val="00FE642A"/>
    <w:rsid w:val="00FE69F5"/>
    <w:rsid w:val="00FE6F0A"/>
    <w:rsid w:val="00FE7248"/>
    <w:rsid w:val="00FF04CE"/>
    <w:rsid w:val="00FF09EE"/>
    <w:rsid w:val="00FF1C71"/>
    <w:rsid w:val="00F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  <w:style w:type="character" w:customStyle="1" w:styleId="Mention">
    <w:name w:val="Mention"/>
    <w:basedOn w:val="Absatz-Standardschriftart"/>
    <w:uiPriority w:val="99"/>
    <w:semiHidden/>
    <w:unhideWhenUsed/>
    <w:rsid w:val="009128F0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  <w:style w:type="character" w:customStyle="1" w:styleId="Mention">
    <w:name w:val="Mention"/>
    <w:basedOn w:val="Absatz-Standardschriftart"/>
    <w:uiPriority w:val="99"/>
    <w:semiHidden/>
    <w:unhideWhenUsed/>
    <w:rsid w:val="009128F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380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Helena Heppeler</cp:lastModifiedBy>
  <cp:revision>135</cp:revision>
  <cp:lastPrinted>2017-05-17T13:05:00Z</cp:lastPrinted>
  <dcterms:created xsi:type="dcterms:W3CDTF">2017-05-24T10:51:00Z</dcterms:created>
  <dcterms:modified xsi:type="dcterms:W3CDTF">2017-05-24T13:02:00Z</dcterms:modified>
</cp:coreProperties>
</file>